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4D5D86" w14:paraId="4537A0CA" w14:textId="77777777" w:rsidTr="008A3B3F">
        <w:trPr>
          <w:trHeight w:val="39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19E2E" w14:textId="77777777" w:rsidR="004D5D86" w:rsidRPr="006161CE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161CE">
              <w:rPr>
                <w:sz w:val="20"/>
                <w:szCs w:val="20"/>
              </w:rPr>
              <w:t>Parameter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1138" w14:textId="77777777" w:rsidR="004D5D86" w:rsidRPr="006161CE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161CE">
              <w:rPr>
                <w:sz w:val="20"/>
                <w:szCs w:val="20"/>
              </w:rPr>
              <w:t>DW-MRI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76842" w14:textId="77777777" w:rsidR="004D5D86" w:rsidRPr="006161CE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161CE">
              <w:rPr>
                <w:sz w:val="20"/>
                <w:szCs w:val="20"/>
              </w:rPr>
              <w:t>T2w-MRI</w:t>
            </w:r>
          </w:p>
        </w:tc>
      </w:tr>
      <w:tr w:rsidR="004D5D86" w14:paraId="064E992C" w14:textId="77777777" w:rsidTr="008A3B3F">
        <w:trPr>
          <w:trHeight w:val="397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220460B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Inplane resolution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B2BD39D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2.1x2.1 mm</w:t>
            </w:r>
            <w:r w:rsidRPr="006403E6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B61E9AE" w14:textId="3200E6E4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0.6x0.6 mm</w:t>
            </w:r>
            <w:r w:rsidRPr="006403E6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D5D86" w14:paraId="590CB270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1056E21D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Slice thickness</w:t>
            </w:r>
          </w:p>
        </w:tc>
        <w:tc>
          <w:tcPr>
            <w:tcW w:w="2268" w:type="dxa"/>
            <w:vAlign w:val="center"/>
          </w:tcPr>
          <w:p w14:paraId="702D1DB1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5 mm</w:t>
            </w:r>
          </w:p>
        </w:tc>
        <w:tc>
          <w:tcPr>
            <w:tcW w:w="2268" w:type="dxa"/>
            <w:vAlign w:val="center"/>
          </w:tcPr>
          <w:p w14:paraId="0DD9011F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3 mm</w:t>
            </w:r>
          </w:p>
        </w:tc>
      </w:tr>
      <w:tr w:rsidR="004D5D86" w14:paraId="1B4EB4C4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57266B05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Slice gap</w:t>
            </w:r>
          </w:p>
        </w:tc>
        <w:tc>
          <w:tcPr>
            <w:tcW w:w="2268" w:type="dxa"/>
            <w:vAlign w:val="center"/>
          </w:tcPr>
          <w:p w14:paraId="77E49413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1 mm</w:t>
            </w:r>
          </w:p>
        </w:tc>
        <w:tc>
          <w:tcPr>
            <w:tcW w:w="2268" w:type="dxa"/>
            <w:vAlign w:val="center"/>
          </w:tcPr>
          <w:p w14:paraId="1711A75F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0.3 mm</w:t>
            </w:r>
          </w:p>
        </w:tc>
      </w:tr>
      <w:tr w:rsidR="004D5D86" w14:paraId="0A1E0930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35798118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Matrix size</w:t>
            </w:r>
          </w:p>
        </w:tc>
        <w:tc>
          <w:tcPr>
            <w:tcW w:w="2268" w:type="dxa"/>
            <w:vAlign w:val="center"/>
          </w:tcPr>
          <w:p w14:paraId="115A50E9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192x156</w:t>
            </w:r>
          </w:p>
        </w:tc>
        <w:tc>
          <w:tcPr>
            <w:tcW w:w="2268" w:type="dxa"/>
            <w:vAlign w:val="center"/>
          </w:tcPr>
          <w:p w14:paraId="50DEB04B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384x384</w:t>
            </w:r>
          </w:p>
        </w:tc>
      </w:tr>
      <w:tr w:rsidR="004D5D86" w14:paraId="2F097FFE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3D53250B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Repetition time</w:t>
            </w:r>
          </w:p>
        </w:tc>
        <w:tc>
          <w:tcPr>
            <w:tcW w:w="2268" w:type="dxa"/>
            <w:vAlign w:val="center"/>
          </w:tcPr>
          <w:p w14:paraId="39C0F016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 xml:space="preserve">5800 </w:t>
            </w:r>
            <w:proofErr w:type="spellStart"/>
            <w:r w:rsidRPr="006403E6">
              <w:rPr>
                <w:sz w:val="20"/>
                <w:szCs w:val="20"/>
              </w:rPr>
              <w:t>ms</w:t>
            </w:r>
            <w:proofErr w:type="spellEnd"/>
          </w:p>
        </w:tc>
        <w:tc>
          <w:tcPr>
            <w:tcW w:w="2268" w:type="dxa"/>
            <w:vAlign w:val="center"/>
          </w:tcPr>
          <w:p w14:paraId="39C754B5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 xml:space="preserve">7440 </w:t>
            </w:r>
            <w:proofErr w:type="spellStart"/>
            <w:r w:rsidRPr="006403E6">
              <w:rPr>
                <w:sz w:val="20"/>
                <w:szCs w:val="20"/>
              </w:rPr>
              <w:t>ms</w:t>
            </w:r>
            <w:proofErr w:type="spellEnd"/>
          </w:p>
        </w:tc>
      </w:tr>
      <w:tr w:rsidR="004D5D86" w14:paraId="6BB6EB99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1A7FFDC1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Echo time</w:t>
            </w:r>
          </w:p>
        </w:tc>
        <w:tc>
          <w:tcPr>
            <w:tcW w:w="2268" w:type="dxa"/>
            <w:vAlign w:val="center"/>
          </w:tcPr>
          <w:p w14:paraId="3B369DB8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 xml:space="preserve">58 </w:t>
            </w:r>
            <w:proofErr w:type="spellStart"/>
            <w:r w:rsidRPr="006403E6">
              <w:rPr>
                <w:sz w:val="20"/>
                <w:szCs w:val="20"/>
              </w:rPr>
              <w:t>ms</w:t>
            </w:r>
            <w:proofErr w:type="spellEnd"/>
          </w:p>
        </w:tc>
        <w:tc>
          <w:tcPr>
            <w:tcW w:w="2268" w:type="dxa"/>
            <w:vAlign w:val="center"/>
          </w:tcPr>
          <w:p w14:paraId="394D760F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 xml:space="preserve">75 </w:t>
            </w:r>
            <w:proofErr w:type="spellStart"/>
            <w:r w:rsidRPr="006403E6">
              <w:rPr>
                <w:sz w:val="20"/>
                <w:szCs w:val="20"/>
              </w:rPr>
              <w:t>ms</w:t>
            </w:r>
            <w:proofErr w:type="spellEnd"/>
          </w:p>
        </w:tc>
      </w:tr>
      <w:tr w:rsidR="004D5D86" w14:paraId="7EFC8E54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637937BA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i/>
                <w:sz w:val="20"/>
                <w:szCs w:val="20"/>
              </w:rPr>
              <w:t>b</w:t>
            </w:r>
            <w:r w:rsidRPr="006403E6">
              <w:rPr>
                <w:sz w:val="20"/>
                <w:szCs w:val="20"/>
              </w:rPr>
              <w:t>-values</w:t>
            </w:r>
          </w:p>
        </w:tc>
        <w:tc>
          <w:tcPr>
            <w:tcW w:w="2268" w:type="dxa"/>
            <w:vAlign w:val="center"/>
          </w:tcPr>
          <w:p w14:paraId="3C5BD12F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150 and 800 s/mm</w:t>
            </w:r>
            <w:r w:rsidRPr="006403E6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  <w:vAlign w:val="center"/>
          </w:tcPr>
          <w:p w14:paraId="2974C028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D5D86" w14:paraId="190A31D0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39ED1784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Flip angle</w:t>
            </w:r>
          </w:p>
        </w:tc>
        <w:tc>
          <w:tcPr>
            <w:tcW w:w="2268" w:type="dxa"/>
            <w:vAlign w:val="center"/>
          </w:tcPr>
          <w:p w14:paraId="57ABE51D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180°</w:t>
            </w:r>
          </w:p>
        </w:tc>
        <w:tc>
          <w:tcPr>
            <w:tcW w:w="2268" w:type="dxa"/>
            <w:vAlign w:val="center"/>
          </w:tcPr>
          <w:p w14:paraId="78817248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160°</w:t>
            </w:r>
          </w:p>
        </w:tc>
      </w:tr>
      <w:tr w:rsidR="004D5D86" w14:paraId="2829C777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3725C391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Number of averages</w:t>
            </w:r>
          </w:p>
        </w:tc>
        <w:tc>
          <w:tcPr>
            <w:tcW w:w="2268" w:type="dxa"/>
            <w:vAlign w:val="center"/>
          </w:tcPr>
          <w:p w14:paraId="3ECC64B2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423FE465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2</w:t>
            </w:r>
          </w:p>
        </w:tc>
      </w:tr>
      <w:tr w:rsidR="004D5D86" w14:paraId="30587A15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65D5F2B9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Bandwidth</w:t>
            </w:r>
          </w:p>
        </w:tc>
        <w:tc>
          <w:tcPr>
            <w:tcW w:w="2268" w:type="dxa"/>
            <w:vAlign w:val="center"/>
          </w:tcPr>
          <w:p w14:paraId="5BCDA2E2" w14:textId="5B9A3F16" w:rsidR="004D5D86" w:rsidRPr="006403E6" w:rsidRDefault="00F34525" w:rsidP="008A3B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1736 Hz/</w:t>
            </w:r>
            <w:proofErr w:type="spellStart"/>
            <w:r>
              <w:rPr>
                <w:sz w:val="20"/>
                <w:szCs w:val="20"/>
              </w:rPr>
              <w:t>p</w:t>
            </w:r>
            <w:r w:rsidR="004D5D86" w:rsidRPr="006403E6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2268" w:type="dxa"/>
            <w:vAlign w:val="center"/>
          </w:tcPr>
          <w:p w14:paraId="7AEEA5B8" w14:textId="128AB9B4" w:rsidR="004D5D86" w:rsidRPr="006403E6" w:rsidRDefault="00F34525" w:rsidP="008A3B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 Hz/</w:t>
            </w:r>
            <w:proofErr w:type="spellStart"/>
            <w:r>
              <w:rPr>
                <w:sz w:val="20"/>
                <w:szCs w:val="20"/>
              </w:rPr>
              <w:t>p</w:t>
            </w:r>
            <w:r w:rsidR="004D5D86" w:rsidRPr="006403E6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4D5D86" w14:paraId="3D6E5099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5C8FF04B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Field of view</w:t>
            </w:r>
          </w:p>
        </w:tc>
        <w:tc>
          <w:tcPr>
            <w:tcW w:w="2268" w:type="dxa"/>
            <w:vAlign w:val="center"/>
          </w:tcPr>
          <w:p w14:paraId="19025EC4" w14:textId="4CB7F178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324x399</w:t>
            </w:r>
            <w:r w:rsidR="0000461C">
              <w:rPr>
                <w:sz w:val="20"/>
                <w:szCs w:val="20"/>
              </w:rPr>
              <w:t xml:space="preserve"> mm</w:t>
            </w:r>
            <w:r w:rsidR="0000461C" w:rsidRPr="0000461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  <w:vAlign w:val="center"/>
          </w:tcPr>
          <w:p w14:paraId="0AFA3FCD" w14:textId="47B76BB9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240x240</w:t>
            </w:r>
            <w:r w:rsidR="0000461C">
              <w:rPr>
                <w:sz w:val="20"/>
                <w:szCs w:val="20"/>
              </w:rPr>
              <w:t xml:space="preserve"> mm</w:t>
            </w:r>
            <w:r w:rsidR="0000461C" w:rsidRPr="0000461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8A3B3F" w14:paraId="3350258D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55F1D616" w14:textId="24BD51FD" w:rsidR="008A3B3F" w:rsidRPr="006403E6" w:rsidRDefault="008A3B3F" w:rsidP="00AE19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 slices</w:t>
            </w:r>
          </w:p>
        </w:tc>
        <w:tc>
          <w:tcPr>
            <w:tcW w:w="2268" w:type="dxa"/>
            <w:vAlign w:val="center"/>
          </w:tcPr>
          <w:p w14:paraId="39AEFFA1" w14:textId="0DFF207E" w:rsidR="008A3B3F" w:rsidRDefault="008A3B3F" w:rsidP="008A3B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268" w:type="dxa"/>
            <w:vAlign w:val="center"/>
          </w:tcPr>
          <w:p w14:paraId="0991A413" w14:textId="0F8E437D" w:rsidR="008A3B3F" w:rsidRDefault="008A3B3F" w:rsidP="008A3B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4D5D86" w14:paraId="5AD90A33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4C16CF1B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Acceleration factor</w:t>
            </w:r>
          </w:p>
        </w:tc>
        <w:tc>
          <w:tcPr>
            <w:tcW w:w="2268" w:type="dxa"/>
            <w:vAlign w:val="center"/>
          </w:tcPr>
          <w:p w14:paraId="22140A43" w14:textId="728CCFD9" w:rsidR="004D5D86" w:rsidRPr="006403E6" w:rsidRDefault="0000461C" w:rsidP="008A3B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5DA82CE" w14:textId="1F0EB09E" w:rsidR="004D5D86" w:rsidRPr="006403E6" w:rsidRDefault="0000461C" w:rsidP="008A3B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D5D86" w14:paraId="1B63E4BE" w14:textId="77777777" w:rsidTr="008A3B3F">
        <w:trPr>
          <w:trHeight w:val="397"/>
        </w:trPr>
        <w:tc>
          <w:tcPr>
            <w:tcW w:w="2268" w:type="dxa"/>
            <w:vAlign w:val="center"/>
          </w:tcPr>
          <w:p w14:paraId="7D109327" w14:textId="7777777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Fat suppression</w:t>
            </w:r>
          </w:p>
        </w:tc>
        <w:tc>
          <w:tcPr>
            <w:tcW w:w="2268" w:type="dxa"/>
            <w:vAlign w:val="center"/>
          </w:tcPr>
          <w:p w14:paraId="7FEA3E8B" w14:textId="119A6FBF" w:rsidR="004D5D86" w:rsidRPr="006403E6" w:rsidRDefault="0000461C" w:rsidP="008A3B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  <w:tc>
          <w:tcPr>
            <w:tcW w:w="2268" w:type="dxa"/>
            <w:vAlign w:val="center"/>
          </w:tcPr>
          <w:p w14:paraId="586E529B" w14:textId="6CBDBDC3" w:rsidR="004D5D86" w:rsidRPr="006403E6" w:rsidRDefault="0000461C" w:rsidP="008A3B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4D5D86" w14:paraId="5A47FE31" w14:textId="77777777" w:rsidTr="008A3B3F">
        <w:trPr>
          <w:trHeight w:val="39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24B1E18" w14:textId="34D0E397" w:rsidR="004D5D86" w:rsidRPr="006403E6" w:rsidRDefault="004D5D86" w:rsidP="00AE19E2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 xml:space="preserve">Acquisition </w:t>
            </w:r>
            <w:r w:rsidR="0000461C">
              <w:rPr>
                <w:sz w:val="20"/>
                <w:szCs w:val="20"/>
              </w:rPr>
              <w:t>t</w:t>
            </w:r>
            <w:r w:rsidRPr="006403E6">
              <w:rPr>
                <w:sz w:val="20"/>
                <w:szCs w:val="20"/>
              </w:rPr>
              <w:t>ype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6CE6D16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2D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83BD42F" w14:textId="77777777" w:rsidR="004D5D86" w:rsidRPr="006403E6" w:rsidRDefault="004D5D86" w:rsidP="008A3B3F">
            <w:pPr>
              <w:spacing w:line="240" w:lineRule="auto"/>
              <w:rPr>
                <w:sz w:val="20"/>
                <w:szCs w:val="20"/>
              </w:rPr>
            </w:pPr>
            <w:r w:rsidRPr="006403E6">
              <w:rPr>
                <w:sz w:val="20"/>
                <w:szCs w:val="20"/>
              </w:rPr>
              <w:t>2D</w:t>
            </w:r>
          </w:p>
        </w:tc>
      </w:tr>
    </w:tbl>
    <w:p w14:paraId="16EF85F4" w14:textId="14703EEF" w:rsidR="004D5D86" w:rsidRDefault="004D5D86" w:rsidP="004D5D86">
      <w:pPr>
        <w:spacing w:line="240" w:lineRule="auto"/>
        <w:rPr>
          <w:rFonts w:cs="Arial"/>
          <w:b/>
          <w:bCs/>
          <w:kern w:val="32"/>
          <w:szCs w:val="32"/>
        </w:rPr>
      </w:pPr>
      <w:bookmarkStart w:id="0" w:name="_GoBack"/>
      <w:bookmarkEnd w:id="0"/>
    </w:p>
    <w:sectPr w:rsidR="004D5D86" w:rsidSect="008573D9">
      <w:footerReference w:type="default" r:id="rId8"/>
      <w:pgSz w:w="11901" w:h="16840" w:code="9"/>
      <w:pgMar w:top="1418" w:right="170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4C51F" w14:textId="77777777" w:rsidR="00AE19E2" w:rsidRDefault="00AE19E2" w:rsidP="00AF2C92">
      <w:r>
        <w:separator/>
      </w:r>
    </w:p>
  </w:endnote>
  <w:endnote w:type="continuationSeparator" w:id="0">
    <w:p w14:paraId="190B0ACC" w14:textId="77777777" w:rsidR="00AE19E2" w:rsidRDefault="00AE19E2" w:rsidP="00AF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973128"/>
      <w:docPartObj>
        <w:docPartGallery w:val="Page Numbers (Bottom of Page)"/>
        <w:docPartUnique/>
      </w:docPartObj>
    </w:sdtPr>
    <w:sdtEndPr/>
    <w:sdtContent>
      <w:p w14:paraId="063A5CB5" w14:textId="7FE848BD" w:rsidR="00AE19E2" w:rsidRDefault="00AE19E2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3AC" w:rsidRPr="00E363AC">
          <w:rPr>
            <w:noProof/>
            <w:lang w:val="de-DE"/>
          </w:rPr>
          <w:t>2</w:t>
        </w:r>
        <w:r>
          <w:fldChar w:fldCharType="end"/>
        </w:r>
      </w:p>
    </w:sdtContent>
  </w:sdt>
  <w:p w14:paraId="2DE91BBE" w14:textId="77777777" w:rsidR="00AE19E2" w:rsidRDefault="00AE19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F74BD" w14:textId="77777777" w:rsidR="00AE19E2" w:rsidRDefault="00AE19E2" w:rsidP="00AF2C92">
      <w:r>
        <w:separator/>
      </w:r>
    </w:p>
  </w:footnote>
  <w:footnote w:type="continuationSeparator" w:id="0">
    <w:p w14:paraId="149B5484" w14:textId="77777777" w:rsidR="00AE19E2" w:rsidRDefault="00AE19E2" w:rsidP="00AF2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96BF8"/>
    <w:multiLevelType w:val="hybridMultilevel"/>
    <w:tmpl w:val="C7B04BFC"/>
    <w:lvl w:ilvl="0" w:tplc="6FDA7ECA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A357E"/>
    <w:multiLevelType w:val="hybridMultilevel"/>
    <w:tmpl w:val="BA280096"/>
    <w:lvl w:ilvl="0" w:tplc="EC924C60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17"/>
  </w:num>
  <w:num w:numId="14">
    <w:abstractNumId w:val="20"/>
  </w:num>
  <w:num w:numId="15">
    <w:abstractNumId w:val="14"/>
  </w:num>
  <w:num w:numId="16">
    <w:abstractNumId w:val="16"/>
  </w:num>
  <w:num w:numId="17">
    <w:abstractNumId w:val="11"/>
  </w:num>
  <w:num w:numId="18">
    <w:abstractNumId w:val="0"/>
  </w:num>
  <w:num w:numId="19">
    <w:abstractNumId w:val="12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17"/>
  </w:num>
  <w:num w:numId="25">
    <w:abstractNumId w:val="18"/>
  </w:num>
  <w:num w:numId="26">
    <w:abstractNumId w:val="21"/>
  </w:num>
  <w:num w:numId="27">
    <w:abstractNumId w:val="22"/>
  </w:num>
  <w:num w:numId="28">
    <w:abstractNumId w:val="20"/>
  </w:num>
  <w:num w:numId="29">
    <w:abstractNumId w:val="13"/>
  </w:num>
  <w:num w:numId="30">
    <w:abstractNumId w:val="2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20"/>
    <w:rsid w:val="00001899"/>
    <w:rsid w:val="0000261A"/>
    <w:rsid w:val="0000461C"/>
    <w:rsid w:val="000049AD"/>
    <w:rsid w:val="0000681B"/>
    <w:rsid w:val="00011F0C"/>
    <w:rsid w:val="000127A9"/>
    <w:rsid w:val="000133C0"/>
    <w:rsid w:val="000139C8"/>
    <w:rsid w:val="00014C4E"/>
    <w:rsid w:val="00016D01"/>
    <w:rsid w:val="00017107"/>
    <w:rsid w:val="00017E00"/>
    <w:rsid w:val="000202E2"/>
    <w:rsid w:val="00022441"/>
    <w:rsid w:val="0002261E"/>
    <w:rsid w:val="0002468F"/>
    <w:rsid w:val="00024839"/>
    <w:rsid w:val="00026871"/>
    <w:rsid w:val="000337AF"/>
    <w:rsid w:val="00037544"/>
    <w:rsid w:val="00037A98"/>
    <w:rsid w:val="00037C84"/>
    <w:rsid w:val="000427FB"/>
    <w:rsid w:val="000428C6"/>
    <w:rsid w:val="0004455E"/>
    <w:rsid w:val="00047CB5"/>
    <w:rsid w:val="0005130B"/>
    <w:rsid w:val="00051FAA"/>
    <w:rsid w:val="00052005"/>
    <w:rsid w:val="00054FDC"/>
    <w:rsid w:val="00055C28"/>
    <w:rsid w:val="000572A9"/>
    <w:rsid w:val="00061325"/>
    <w:rsid w:val="000613F0"/>
    <w:rsid w:val="00061A51"/>
    <w:rsid w:val="00062B12"/>
    <w:rsid w:val="00067EC7"/>
    <w:rsid w:val="000724B2"/>
    <w:rsid w:val="000733AC"/>
    <w:rsid w:val="000740B3"/>
    <w:rsid w:val="00074B81"/>
    <w:rsid w:val="00074D22"/>
    <w:rsid w:val="00075081"/>
    <w:rsid w:val="0007528A"/>
    <w:rsid w:val="00080919"/>
    <w:rsid w:val="00080CCE"/>
    <w:rsid w:val="000811AB"/>
    <w:rsid w:val="00083C5F"/>
    <w:rsid w:val="000857AC"/>
    <w:rsid w:val="0009172C"/>
    <w:rsid w:val="00092CE0"/>
    <w:rsid w:val="000930EC"/>
    <w:rsid w:val="00095E61"/>
    <w:rsid w:val="000966C1"/>
    <w:rsid w:val="00096C2B"/>
    <w:rsid w:val="000970AC"/>
    <w:rsid w:val="000A1167"/>
    <w:rsid w:val="000A26CF"/>
    <w:rsid w:val="000A4428"/>
    <w:rsid w:val="000A45FC"/>
    <w:rsid w:val="000A5010"/>
    <w:rsid w:val="000A6D40"/>
    <w:rsid w:val="000A7BC3"/>
    <w:rsid w:val="000B1661"/>
    <w:rsid w:val="000B1F0B"/>
    <w:rsid w:val="000B2E88"/>
    <w:rsid w:val="000B4603"/>
    <w:rsid w:val="000B5A0D"/>
    <w:rsid w:val="000B64CB"/>
    <w:rsid w:val="000B7DA1"/>
    <w:rsid w:val="000B7F9F"/>
    <w:rsid w:val="000C09BE"/>
    <w:rsid w:val="000C1380"/>
    <w:rsid w:val="000C554F"/>
    <w:rsid w:val="000C6274"/>
    <w:rsid w:val="000C6F59"/>
    <w:rsid w:val="000C74E9"/>
    <w:rsid w:val="000D0DC5"/>
    <w:rsid w:val="000D15FF"/>
    <w:rsid w:val="000D28DF"/>
    <w:rsid w:val="000D2B8B"/>
    <w:rsid w:val="000D488B"/>
    <w:rsid w:val="000D68DF"/>
    <w:rsid w:val="000E10ED"/>
    <w:rsid w:val="000E138D"/>
    <w:rsid w:val="000E187A"/>
    <w:rsid w:val="000E2D61"/>
    <w:rsid w:val="000E41A7"/>
    <w:rsid w:val="000E4206"/>
    <w:rsid w:val="000E450E"/>
    <w:rsid w:val="000E4E12"/>
    <w:rsid w:val="000E6259"/>
    <w:rsid w:val="000E631C"/>
    <w:rsid w:val="000F4677"/>
    <w:rsid w:val="000F5BE0"/>
    <w:rsid w:val="00100587"/>
    <w:rsid w:val="00102736"/>
    <w:rsid w:val="0010284E"/>
    <w:rsid w:val="00103122"/>
    <w:rsid w:val="0010336A"/>
    <w:rsid w:val="00104A22"/>
    <w:rsid w:val="001050F1"/>
    <w:rsid w:val="00105AEA"/>
    <w:rsid w:val="00106DAF"/>
    <w:rsid w:val="001075A1"/>
    <w:rsid w:val="00114ABE"/>
    <w:rsid w:val="00116023"/>
    <w:rsid w:val="001173CF"/>
    <w:rsid w:val="00122697"/>
    <w:rsid w:val="0013013C"/>
    <w:rsid w:val="00130E56"/>
    <w:rsid w:val="0013376C"/>
    <w:rsid w:val="00134A51"/>
    <w:rsid w:val="00140727"/>
    <w:rsid w:val="00140DAC"/>
    <w:rsid w:val="00141B0E"/>
    <w:rsid w:val="00141CE3"/>
    <w:rsid w:val="00143DF2"/>
    <w:rsid w:val="00143F0F"/>
    <w:rsid w:val="00146E42"/>
    <w:rsid w:val="00147272"/>
    <w:rsid w:val="001562F6"/>
    <w:rsid w:val="00160628"/>
    <w:rsid w:val="00160904"/>
    <w:rsid w:val="00161344"/>
    <w:rsid w:val="00162195"/>
    <w:rsid w:val="0016322A"/>
    <w:rsid w:val="00165A21"/>
    <w:rsid w:val="001705CE"/>
    <w:rsid w:val="0017595F"/>
    <w:rsid w:val="00176848"/>
    <w:rsid w:val="0017714B"/>
    <w:rsid w:val="001804DF"/>
    <w:rsid w:val="00181BDC"/>
    <w:rsid w:val="00181CD5"/>
    <w:rsid w:val="00181DB0"/>
    <w:rsid w:val="001829E3"/>
    <w:rsid w:val="0018483E"/>
    <w:rsid w:val="00186453"/>
    <w:rsid w:val="001877BA"/>
    <w:rsid w:val="001924C0"/>
    <w:rsid w:val="00195667"/>
    <w:rsid w:val="0019731E"/>
    <w:rsid w:val="001A05D5"/>
    <w:rsid w:val="001A09FE"/>
    <w:rsid w:val="001A67C9"/>
    <w:rsid w:val="001A69DE"/>
    <w:rsid w:val="001A713C"/>
    <w:rsid w:val="001B1C7C"/>
    <w:rsid w:val="001B398F"/>
    <w:rsid w:val="001B46C6"/>
    <w:rsid w:val="001B4B48"/>
    <w:rsid w:val="001B4D1F"/>
    <w:rsid w:val="001B7681"/>
    <w:rsid w:val="001B7CAE"/>
    <w:rsid w:val="001C0772"/>
    <w:rsid w:val="001C0D4F"/>
    <w:rsid w:val="001C1BA3"/>
    <w:rsid w:val="001C1DEC"/>
    <w:rsid w:val="001C3FFD"/>
    <w:rsid w:val="001C4250"/>
    <w:rsid w:val="001C5736"/>
    <w:rsid w:val="001D647F"/>
    <w:rsid w:val="001D6857"/>
    <w:rsid w:val="001E004A"/>
    <w:rsid w:val="001E0572"/>
    <w:rsid w:val="001E0A67"/>
    <w:rsid w:val="001E0CE2"/>
    <w:rsid w:val="001E1028"/>
    <w:rsid w:val="001E14E2"/>
    <w:rsid w:val="001E6302"/>
    <w:rsid w:val="001E7DCB"/>
    <w:rsid w:val="001F1850"/>
    <w:rsid w:val="001F3411"/>
    <w:rsid w:val="001F4287"/>
    <w:rsid w:val="001F4DBA"/>
    <w:rsid w:val="001F531E"/>
    <w:rsid w:val="001F58DB"/>
    <w:rsid w:val="00200D4E"/>
    <w:rsid w:val="00203E18"/>
    <w:rsid w:val="0020415E"/>
    <w:rsid w:val="00204FF4"/>
    <w:rsid w:val="0021022C"/>
    <w:rsid w:val="0021056E"/>
    <w:rsid w:val="0021075D"/>
    <w:rsid w:val="00211618"/>
    <w:rsid w:val="0021165A"/>
    <w:rsid w:val="00211BC9"/>
    <w:rsid w:val="0021620C"/>
    <w:rsid w:val="00216E78"/>
    <w:rsid w:val="00217275"/>
    <w:rsid w:val="00220216"/>
    <w:rsid w:val="00221034"/>
    <w:rsid w:val="00226F1D"/>
    <w:rsid w:val="002345E2"/>
    <w:rsid w:val="00235FE4"/>
    <w:rsid w:val="00236F4B"/>
    <w:rsid w:val="00242B0D"/>
    <w:rsid w:val="00243796"/>
    <w:rsid w:val="0024549B"/>
    <w:rsid w:val="00246705"/>
    <w:rsid w:val="002467C6"/>
    <w:rsid w:val="0024692A"/>
    <w:rsid w:val="00252BBA"/>
    <w:rsid w:val="00253123"/>
    <w:rsid w:val="0025748B"/>
    <w:rsid w:val="00260164"/>
    <w:rsid w:val="00264001"/>
    <w:rsid w:val="00266354"/>
    <w:rsid w:val="00267A18"/>
    <w:rsid w:val="00273462"/>
    <w:rsid w:val="0027395B"/>
    <w:rsid w:val="00275854"/>
    <w:rsid w:val="002760C1"/>
    <w:rsid w:val="00283129"/>
    <w:rsid w:val="002836E6"/>
    <w:rsid w:val="00283B41"/>
    <w:rsid w:val="00283BBB"/>
    <w:rsid w:val="00285F28"/>
    <w:rsid w:val="00286398"/>
    <w:rsid w:val="002955F4"/>
    <w:rsid w:val="002A3C42"/>
    <w:rsid w:val="002A5D75"/>
    <w:rsid w:val="002B0926"/>
    <w:rsid w:val="002B1B1A"/>
    <w:rsid w:val="002B3A69"/>
    <w:rsid w:val="002B7228"/>
    <w:rsid w:val="002B7ACE"/>
    <w:rsid w:val="002C2571"/>
    <w:rsid w:val="002C42A4"/>
    <w:rsid w:val="002C53EE"/>
    <w:rsid w:val="002C54B0"/>
    <w:rsid w:val="002C6E87"/>
    <w:rsid w:val="002D1FFF"/>
    <w:rsid w:val="002D24F7"/>
    <w:rsid w:val="002D2799"/>
    <w:rsid w:val="002D2CD7"/>
    <w:rsid w:val="002D4DDC"/>
    <w:rsid w:val="002D4F75"/>
    <w:rsid w:val="002D6493"/>
    <w:rsid w:val="002D76E0"/>
    <w:rsid w:val="002D7AB6"/>
    <w:rsid w:val="002E06D0"/>
    <w:rsid w:val="002E3C27"/>
    <w:rsid w:val="002E403A"/>
    <w:rsid w:val="002E7CD5"/>
    <w:rsid w:val="002E7F3A"/>
    <w:rsid w:val="002F1592"/>
    <w:rsid w:val="002F4EDB"/>
    <w:rsid w:val="002F601D"/>
    <w:rsid w:val="002F6054"/>
    <w:rsid w:val="003007B4"/>
    <w:rsid w:val="003018D6"/>
    <w:rsid w:val="00310E13"/>
    <w:rsid w:val="003123C7"/>
    <w:rsid w:val="00315713"/>
    <w:rsid w:val="00315E1B"/>
    <w:rsid w:val="0031686C"/>
    <w:rsid w:val="00316D20"/>
    <w:rsid w:val="00316FE0"/>
    <w:rsid w:val="003204D2"/>
    <w:rsid w:val="00324B3F"/>
    <w:rsid w:val="0032605E"/>
    <w:rsid w:val="003275D1"/>
    <w:rsid w:val="00330B2A"/>
    <w:rsid w:val="00331E17"/>
    <w:rsid w:val="00332767"/>
    <w:rsid w:val="00333063"/>
    <w:rsid w:val="003408E3"/>
    <w:rsid w:val="00343480"/>
    <w:rsid w:val="00343C96"/>
    <w:rsid w:val="00345E89"/>
    <w:rsid w:val="003474F1"/>
    <w:rsid w:val="00347E01"/>
    <w:rsid w:val="00351717"/>
    <w:rsid w:val="003522A1"/>
    <w:rsid w:val="0035254B"/>
    <w:rsid w:val="00353555"/>
    <w:rsid w:val="003565D4"/>
    <w:rsid w:val="003600CA"/>
    <w:rsid w:val="003607FB"/>
    <w:rsid w:val="00360FD5"/>
    <w:rsid w:val="00362EB3"/>
    <w:rsid w:val="0036340D"/>
    <w:rsid w:val="003634A5"/>
    <w:rsid w:val="00363FE9"/>
    <w:rsid w:val="00366868"/>
    <w:rsid w:val="00367506"/>
    <w:rsid w:val="00370085"/>
    <w:rsid w:val="003709C3"/>
    <w:rsid w:val="003744A7"/>
    <w:rsid w:val="00376235"/>
    <w:rsid w:val="00381FB6"/>
    <w:rsid w:val="003836D3"/>
    <w:rsid w:val="00383A52"/>
    <w:rsid w:val="00391652"/>
    <w:rsid w:val="00392790"/>
    <w:rsid w:val="00394167"/>
    <w:rsid w:val="003941B2"/>
    <w:rsid w:val="00394DE8"/>
    <w:rsid w:val="0039507F"/>
    <w:rsid w:val="00397C86"/>
    <w:rsid w:val="003A1260"/>
    <w:rsid w:val="003A295F"/>
    <w:rsid w:val="003A41DD"/>
    <w:rsid w:val="003A61AF"/>
    <w:rsid w:val="003A7033"/>
    <w:rsid w:val="003B47FE"/>
    <w:rsid w:val="003B5673"/>
    <w:rsid w:val="003B5C3F"/>
    <w:rsid w:val="003B6287"/>
    <w:rsid w:val="003B62C9"/>
    <w:rsid w:val="003C69F1"/>
    <w:rsid w:val="003C7176"/>
    <w:rsid w:val="003C7413"/>
    <w:rsid w:val="003D0929"/>
    <w:rsid w:val="003D4729"/>
    <w:rsid w:val="003D7DD6"/>
    <w:rsid w:val="003E5AAF"/>
    <w:rsid w:val="003E600D"/>
    <w:rsid w:val="003E64DF"/>
    <w:rsid w:val="003E696C"/>
    <w:rsid w:val="003E6A5D"/>
    <w:rsid w:val="003F193A"/>
    <w:rsid w:val="003F4207"/>
    <w:rsid w:val="003F5C46"/>
    <w:rsid w:val="003F6D0E"/>
    <w:rsid w:val="003F7CBB"/>
    <w:rsid w:val="003F7D34"/>
    <w:rsid w:val="00412C8E"/>
    <w:rsid w:val="00414DA1"/>
    <w:rsid w:val="0041518D"/>
    <w:rsid w:val="00415354"/>
    <w:rsid w:val="0042221D"/>
    <w:rsid w:val="00424DD3"/>
    <w:rsid w:val="004269C5"/>
    <w:rsid w:val="004312B2"/>
    <w:rsid w:val="00432D5D"/>
    <w:rsid w:val="004352B5"/>
    <w:rsid w:val="00435939"/>
    <w:rsid w:val="00437CC7"/>
    <w:rsid w:val="00442B9C"/>
    <w:rsid w:val="00442DC2"/>
    <w:rsid w:val="00445D87"/>
    <w:rsid w:val="00445EFA"/>
    <w:rsid w:val="0044738A"/>
    <w:rsid w:val="004473D3"/>
    <w:rsid w:val="00452231"/>
    <w:rsid w:val="00452FDC"/>
    <w:rsid w:val="00460C13"/>
    <w:rsid w:val="00463228"/>
    <w:rsid w:val="00463782"/>
    <w:rsid w:val="00465BD6"/>
    <w:rsid w:val="004667E0"/>
    <w:rsid w:val="0046760E"/>
    <w:rsid w:val="004709AE"/>
    <w:rsid w:val="00470E10"/>
    <w:rsid w:val="00477A97"/>
    <w:rsid w:val="00481343"/>
    <w:rsid w:val="0048549E"/>
    <w:rsid w:val="00493347"/>
    <w:rsid w:val="00496092"/>
    <w:rsid w:val="004A046B"/>
    <w:rsid w:val="004A08DB"/>
    <w:rsid w:val="004A211B"/>
    <w:rsid w:val="004A25D0"/>
    <w:rsid w:val="004A37E8"/>
    <w:rsid w:val="004A40D1"/>
    <w:rsid w:val="004A7549"/>
    <w:rsid w:val="004B0194"/>
    <w:rsid w:val="004B09D4"/>
    <w:rsid w:val="004B309D"/>
    <w:rsid w:val="004B330A"/>
    <w:rsid w:val="004B46E0"/>
    <w:rsid w:val="004B78BD"/>
    <w:rsid w:val="004B7C8E"/>
    <w:rsid w:val="004C3D3C"/>
    <w:rsid w:val="004D0A27"/>
    <w:rsid w:val="004D0EDC"/>
    <w:rsid w:val="004D1220"/>
    <w:rsid w:val="004D14B3"/>
    <w:rsid w:val="004D1529"/>
    <w:rsid w:val="004D2253"/>
    <w:rsid w:val="004D3D7C"/>
    <w:rsid w:val="004D48B8"/>
    <w:rsid w:val="004D4F4C"/>
    <w:rsid w:val="004D5514"/>
    <w:rsid w:val="004D56C3"/>
    <w:rsid w:val="004D5D86"/>
    <w:rsid w:val="004E0338"/>
    <w:rsid w:val="004E192F"/>
    <w:rsid w:val="004E2366"/>
    <w:rsid w:val="004E32B4"/>
    <w:rsid w:val="004E47C5"/>
    <w:rsid w:val="004E4FF3"/>
    <w:rsid w:val="004E56A8"/>
    <w:rsid w:val="004E6ABA"/>
    <w:rsid w:val="004F0B9D"/>
    <w:rsid w:val="004F3B55"/>
    <w:rsid w:val="004F4CC0"/>
    <w:rsid w:val="004F4E46"/>
    <w:rsid w:val="004F6B7D"/>
    <w:rsid w:val="005015F6"/>
    <w:rsid w:val="005030C4"/>
    <w:rsid w:val="005031C5"/>
    <w:rsid w:val="00504FDC"/>
    <w:rsid w:val="0051060D"/>
    <w:rsid w:val="005120CC"/>
    <w:rsid w:val="00512B7B"/>
    <w:rsid w:val="00514EA1"/>
    <w:rsid w:val="00515F47"/>
    <w:rsid w:val="00517333"/>
    <w:rsid w:val="0051798B"/>
    <w:rsid w:val="0052072C"/>
    <w:rsid w:val="00520908"/>
    <w:rsid w:val="00521F5A"/>
    <w:rsid w:val="00523766"/>
    <w:rsid w:val="00525E06"/>
    <w:rsid w:val="00526037"/>
    <w:rsid w:val="00526454"/>
    <w:rsid w:val="005315FB"/>
    <w:rsid w:val="00531823"/>
    <w:rsid w:val="00534ECC"/>
    <w:rsid w:val="0053720D"/>
    <w:rsid w:val="00540231"/>
    <w:rsid w:val="00540EF5"/>
    <w:rsid w:val="00541BF3"/>
    <w:rsid w:val="00541CD3"/>
    <w:rsid w:val="00543C13"/>
    <w:rsid w:val="0054567A"/>
    <w:rsid w:val="005476FA"/>
    <w:rsid w:val="0055595E"/>
    <w:rsid w:val="00557988"/>
    <w:rsid w:val="00562C49"/>
    <w:rsid w:val="00562DEF"/>
    <w:rsid w:val="0056321A"/>
    <w:rsid w:val="00563A35"/>
    <w:rsid w:val="0056593A"/>
    <w:rsid w:val="00566596"/>
    <w:rsid w:val="005741E9"/>
    <w:rsid w:val="005748CF"/>
    <w:rsid w:val="0057671E"/>
    <w:rsid w:val="00576E9F"/>
    <w:rsid w:val="00580818"/>
    <w:rsid w:val="00584270"/>
    <w:rsid w:val="00584738"/>
    <w:rsid w:val="005920B0"/>
    <w:rsid w:val="00592CB7"/>
    <w:rsid w:val="0059380D"/>
    <w:rsid w:val="00595A8F"/>
    <w:rsid w:val="005977C2"/>
    <w:rsid w:val="00597BF2"/>
    <w:rsid w:val="005B07D2"/>
    <w:rsid w:val="005B0BF4"/>
    <w:rsid w:val="005B134E"/>
    <w:rsid w:val="005B2039"/>
    <w:rsid w:val="005B2AAA"/>
    <w:rsid w:val="005B344F"/>
    <w:rsid w:val="005B352B"/>
    <w:rsid w:val="005B3FBA"/>
    <w:rsid w:val="005B4A1D"/>
    <w:rsid w:val="005B5144"/>
    <w:rsid w:val="005B674D"/>
    <w:rsid w:val="005B6D1D"/>
    <w:rsid w:val="005C02EA"/>
    <w:rsid w:val="005C0CBE"/>
    <w:rsid w:val="005C1FCF"/>
    <w:rsid w:val="005C34D9"/>
    <w:rsid w:val="005D1885"/>
    <w:rsid w:val="005D4A38"/>
    <w:rsid w:val="005D561B"/>
    <w:rsid w:val="005E17A2"/>
    <w:rsid w:val="005E1887"/>
    <w:rsid w:val="005E2EEA"/>
    <w:rsid w:val="005E3182"/>
    <w:rsid w:val="005E3708"/>
    <w:rsid w:val="005E3CCD"/>
    <w:rsid w:val="005E3D6B"/>
    <w:rsid w:val="005E3DD9"/>
    <w:rsid w:val="005E50DB"/>
    <w:rsid w:val="005E5B55"/>
    <w:rsid w:val="005E5E4A"/>
    <w:rsid w:val="005E693D"/>
    <w:rsid w:val="005E75BF"/>
    <w:rsid w:val="005F06E6"/>
    <w:rsid w:val="005F3A48"/>
    <w:rsid w:val="005F57BA"/>
    <w:rsid w:val="005F61E6"/>
    <w:rsid w:val="005F6C45"/>
    <w:rsid w:val="0060178B"/>
    <w:rsid w:val="00603732"/>
    <w:rsid w:val="00603D8F"/>
    <w:rsid w:val="00605A69"/>
    <w:rsid w:val="00606C54"/>
    <w:rsid w:val="00611C8F"/>
    <w:rsid w:val="0061214F"/>
    <w:rsid w:val="00612DF0"/>
    <w:rsid w:val="00614375"/>
    <w:rsid w:val="00615813"/>
    <w:rsid w:val="00615B0A"/>
    <w:rsid w:val="006161CE"/>
    <w:rsid w:val="0061679B"/>
    <w:rsid w:val="006168CF"/>
    <w:rsid w:val="0062011B"/>
    <w:rsid w:val="00626DE0"/>
    <w:rsid w:val="00630901"/>
    <w:rsid w:val="00631F8E"/>
    <w:rsid w:val="00634901"/>
    <w:rsid w:val="00636EE9"/>
    <w:rsid w:val="006403E6"/>
    <w:rsid w:val="00640950"/>
    <w:rsid w:val="00641AE7"/>
    <w:rsid w:val="00642629"/>
    <w:rsid w:val="00643BB1"/>
    <w:rsid w:val="00646B84"/>
    <w:rsid w:val="0065293D"/>
    <w:rsid w:val="00653EFC"/>
    <w:rsid w:val="00654021"/>
    <w:rsid w:val="00661045"/>
    <w:rsid w:val="00666DA8"/>
    <w:rsid w:val="00671057"/>
    <w:rsid w:val="006759E2"/>
    <w:rsid w:val="00675AAF"/>
    <w:rsid w:val="00676547"/>
    <w:rsid w:val="00676918"/>
    <w:rsid w:val="00676ABB"/>
    <w:rsid w:val="0068031A"/>
    <w:rsid w:val="00681B2F"/>
    <w:rsid w:val="00682BCB"/>
    <w:rsid w:val="0068335F"/>
    <w:rsid w:val="00687217"/>
    <w:rsid w:val="006912F9"/>
    <w:rsid w:val="00691EF2"/>
    <w:rsid w:val="00692491"/>
    <w:rsid w:val="00693302"/>
    <w:rsid w:val="0069478C"/>
    <w:rsid w:val="0069640B"/>
    <w:rsid w:val="006A1892"/>
    <w:rsid w:val="006A1B83"/>
    <w:rsid w:val="006A1E2F"/>
    <w:rsid w:val="006A21CD"/>
    <w:rsid w:val="006A5167"/>
    <w:rsid w:val="006A5918"/>
    <w:rsid w:val="006A6145"/>
    <w:rsid w:val="006A79EA"/>
    <w:rsid w:val="006B21B2"/>
    <w:rsid w:val="006B243B"/>
    <w:rsid w:val="006B3143"/>
    <w:rsid w:val="006B38D1"/>
    <w:rsid w:val="006B4A4A"/>
    <w:rsid w:val="006C19B2"/>
    <w:rsid w:val="006C3F72"/>
    <w:rsid w:val="006C4409"/>
    <w:rsid w:val="006C5BB8"/>
    <w:rsid w:val="006C62F7"/>
    <w:rsid w:val="006C6936"/>
    <w:rsid w:val="006C7B01"/>
    <w:rsid w:val="006C7B49"/>
    <w:rsid w:val="006D0D42"/>
    <w:rsid w:val="006D0FE8"/>
    <w:rsid w:val="006D451E"/>
    <w:rsid w:val="006D4B2B"/>
    <w:rsid w:val="006D4F3C"/>
    <w:rsid w:val="006D5C66"/>
    <w:rsid w:val="006E06F7"/>
    <w:rsid w:val="006E1B3C"/>
    <w:rsid w:val="006E1C2B"/>
    <w:rsid w:val="006E23FB"/>
    <w:rsid w:val="006E325A"/>
    <w:rsid w:val="006E33EC"/>
    <w:rsid w:val="006E3802"/>
    <w:rsid w:val="006E6C02"/>
    <w:rsid w:val="006F07DA"/>
    <w:rsid w:val="006F231A"/>
    <w:rsid w:val="006F5C11"/>
    <w:rsid w:val="006F6B55"/>
    <w:rsid w:val="006F6BE2"/>
    <w:rsid w:val="006F788D"/>
    <w:rsid w:val="006F78E1"/>
    <w:rsid w:val="006F7C1C"/>
    <w:rsid w:val="00701072"/>
    <w:rsid w:val="00702054"/>
    <w:rsid w:val="007035A4"/>
    <w:rsid w:val="00706CDB"/>
    <w:rsid w:val="00710FB7"/>
    <w:rsid w:val="00711799"/>
    <w:rsid w:val="00711F00"/>
    <w:rsid w:val="00712B78"/>
    <w:rsid w:val="0071393B"/>
    <w:rsid w:val="00713EE2"/>
    <w:rsid w:val="007147C0"/>
    <w:rsid w:val="007177FC"/>
    <w:rsid w:val="00720C5E"/>
    <w:rsid w:val="00721701"/>
    <w:rsid w:val="007250A6"/>
    <w:rsid w:val="00727A40"/>
    <w:rsid w:val="00731049"/>
    <w:rsid w:val="00731835"/>
    <w:rsid w:val="007322F4"/>
    <w:rsid w:val="0073297B"/>
    <w:rsid w:val="00733A62"/>
    <w:rsid w:val="007341F8"/>
    <w:rsid w:val="007342C9"/>
    <w:rsid w:val="00734372"/>
    <w:rsid w:val="00734EB8"/>
    <w:rsid w:val="00735F8B"/>
    <w:rsid w:val="00742D1F"/>
    <w:rsid w:val="00743EBA"/>
    <w:rsid w:val="00744C8E"/>
    <w:rsid w:val="0074506C"/>
    <w:rsid w:val="0074707E"/>
    <w:rsid w:val="007502FB"/>
    <w:rsid w:val="00750D38"/>
    <w:rsid w:val="007516DC"/>
    <w:rsid w:val="00751CB3"/>
    <w:rsid w:val="00752E58"/>
    <w:rsid w:val="00754B80"/>
    <w:rsid w:val="00760FEE"/>
    <w:rsid w:val="00761918"/>
    <w:rsid w:val="00762F03"/>
    <w:rsid w:val="00763F97"/>
    <w:rsid w:val="0076413B"/>
    <w:rsid w:val="007648AE"/>
    <w:rsid w:val="00764BF8"/>
    <w:rsid w:val="00765069"/>
    <w:rsid w:val="0076514D"/>
    <w:rsid w:val="007653EF"/>
    <w:rsid w:val="00772FA9"/>
    <w:rsid w:val="00773D59"/>
    <w:rsid w:val="00777830"/>
    <w:rsid w:val="00781003"/>
    <w:rsid w:val="00790D96"/>
    <w:rsid w:val="007911FD"/>
    <w:rsid w:val="00793930"/>
    <w:rsid w:val="00793DD1"/>
    <w:rsid w:val="00794FEC"/>
    <w:rsid w:val="007A003E"/>
    <w:rsid w:val="007A0962"/>
    <w:rsid w:val="007A1965"/>
    <w:rsid w:val="007A2ED1"/>
    <w:rsid w:val="007A4BE6"/>
    <w:rsid w:val="007B0DC6"/>
    <w:rsid w:val="007B1094"/>
    <w:rsid w:val="007B1762"/>
    <w:rsid w:val="007B215D"/>
    <w:rsid w:val="007B3320"/>
    <w:rsid w:val="007C10F7"/>
    <w:rsid w:val="007C2E12"/>
    <w:rsid w:val="007C301F"/>
    <w:rsid w:val="007C4540"/>
    <w:rsid w:val="007C65AF"/>
    <w:rsid w:val="007C68C6"/>
    <w:rsid w:val="007D135D"/>
    <w:rsid w:val="007D730F"/>
    <w:rsid w:val="007D7CD8"/>
    <w:rsid w:val="007E31FD"/>
    <w:rsid w:val="007E3AA7"/>
    <w:rsid w:val="007E3F68"/>
    <w:rsid w:val="007E4534"/>
    <w:rsid w:val="007F704C"/>
    <w:rsid w:val="007F737D"/>
    <w:rsid w:val="0080308E"/>
    <w:rsid w:val="00804426"/>
    <w:rsid w:val="00804571"/>
    <w:rsid w:val="00805303"/>
    <w:rsid w:val="00806705"/>
    <w:rsid w:val="00806738"/>
    <w:rsid w:val="008077B1"/>
    <w:rsid w:val="008216D5"/>
    <w:rsid w:val="008249CE"/>
    <w:rsid w:val="00826444"/>
    <w:rsid w:val="0083007D"/>
    <w:rsid w:val="00831A50"/>
    <w:rsid w:val="00831B3C"/>
    <w:rsid w:val="00831C89"/>
    <w:rsid w:val="00832114"/>
    <w:rsid w:val="00832FBE"/>
    <w:rsid w:val="00834C46"/>
    <w:rsid w:val="00837AAB"/>
    <w:rsid w:val="0084054F"/>
    <w:rsid w:val="0084093E"/>
    <w:rsid w:val="00841CE1"/>
    <w:rsid w:val="0084355B"/>
    <w:rsid w:val="008435EC"/>
    <w:rsid w:val="00844E71"/>
    <w:rsid w:val="008464AC"/>
    <w:rsid w:val="008473D8"/>
    <w:rsid w:val="00847658"/>
    <w:rsid w:val="008477EC"/>
    <w:rsid w:val="00847C39"/>
    <w:rsid w:val="008504E0"/>
    <w:rsid w:val="008508F2"/>
    <w:rsid w:val="008528DC"/>
    <w:rsid w:val="00852B8C"/>
    <w:rsid w:val="008531DD"/>
    <w:rsid w:val="00854981"/>
    <w:rsid w:val="00855248"/>
    <w:rsid w:val="008573D9"/>
    <w:rsid w:val="00864757"/>
    <w:rsid w:val="00864B2E"/>
    <w:rsid w:val="00865963"/>
    <w:rsid w:val="00871539"/>
    <w:rsid w:val="00871BC3"/>
    <w:rsid w:val="00871C1D"/>
    <w:rsid w:val="008720D2"/>
    <w:rsid w:val="0087375A"/>
    <w:rsid w:val="0087450E"/>
    <w:rsid w:val="00875A82"/>
    <w:rsid w:val="00876155"/>
    <w:rsid w:val="00876CA3"/>
    <w:rsid w:val="008772FE"/>
    <w:rsid w:val="008775F1"/>
    <w:rsid w:val="008821AE"/>
    <w:rsid w:val="00883D3A"/>
    <w:rsid w:val="008841C9"/>
    <w:rsid w:val="008854F7"/>
    <w:rsid w:val="00885532"/>
    <w:rsid w:val="00885A9D"/>
    <w:rsid w:val="0088697C"/>
    <w:rsid w:val="00890D68"/>
    <w:rsid w:val="0089266B"/>
    <w:rsid w:val="008929D2"/>
    <w:rsid w:val="00893600"/>
    <w:rsid w:val="00893636"/>
    <w:rsid w:val="00893B94"/>
    <w:rsid w:val="00896E9D"/>
    <w:rsid w:val="00896F11"/>
    <w:rsid w:val="00897620"/>
    <w:rsid w:val="008A006C"/>
    <w:rsid w:val="008A1049"/>
    <w:rsid w:val="008A15EB"/>
    <w:rsid w:val="008A1C98"/>
    <w:rsid w:val="008A2BB4"/>
    <w:rsid w:val="008A322D"/>
    <w:rsid w:val="008A3B3F"/>
    <w:rsid w:val="008A4CB3"/>
    <w:rsid w:val="008A4D72"/>
    <w:rsid w:val="008A6285"/>
    <w:rsid w:val="008A63B2"/>
    <w:rsid w:val="008B04AB"/>
    <w:rsid w:val="008B345D"/>
    <w:rsid w:val="008C1FC2"/>
    <w:rsid w:val="008C2980"/>
    <w:rsid w:val="008C2EDC"/>
    <w:rsid w:val="008C4DD6"/>
    <w:rsid w:val="008C512E"/>
    <w:rsid w:val="008C5AFB"/>
    <w:rsid w:val="008C751A"/>
    <w:rsid w:val="008D07FB"/>
    <w:rsid w:val="008D0C02"/>
    <w:rsid w:val="008D168B"/>
    <w:rsid w:val="008D357D"/>
    <w:rsid w:val="008D435A"/>
    <w:rsid w:val="008E387B"/>
    <w:rsid w:val="008E6087"/>
    <w:rsid w:val="008E6484"/>
    <w:rsid w:val="008E758D"/>
    <w:rsid w:val="008F10A7"/>
    <w:rsid w:val="008F1318"/>
    <w:rsid w:val="008F20C8"/>
    <w:rsid w:val="008F6718"/>
    <w:rsid w:val="008F755D"/>
    <w:rsid w:val="008F7A39"/>
    <w:rsid w:val="009021E8"/>
    <w:rsid w:val="00904677"/>
    <w:rsid w:val="00905E5A"/>
    <w:rsid w:val="00905EE2"/>
    <w:rsid w:val="00907B65"/>
    <w:rsid w:val="00911440"/>
    <w:rsid w:val="00911712"/>
    <w:rsid w:val="00911B27"/>
    <w:rsid w:val="009137A5"/>
    <w:rsid w:val="00916A4E"/>
    <w:rsid w:val="009170BE"/>
    <w:rsid w:val="00920B55"/>
    <w:rsid w:val="009213DA"/>
    <w:rsid w:val="00926015"/>
    <w:rsid w:val="009262C9"/>
    <w:rsid w:val="0093008B"/>
    <w:rsid w:val="00930EB9"/>
    <w:rsid w:val="00933DC7"/>
    <w:rsid w:val="009341BD"/>
    <w:rsid w:val="00935E47"/>
    <w:rsid w:val="00936917"/>
    <w:rsid w:val="00936CFC"/>
    <w:rsid w:val="009372C3"/>
    <w:rsid w:val="009373CA"/>
    <w:rsid w:val="009418F4"/>
    <w:rsid w:val="00942BBC"/>
    <w:rsid w:val="00944180"/>
    <w:rsid w:val="00944AA0"/>
    <w:rsid w:val="00945F58"/>
    <w:rsid w:val="009464F2"/>
    <w:rsid w:val="009473E4"/>
    <w:rsid w:val="00947DA2"/>
    <w:rsid w:val="00951177"/>
    <w:rsid w:val="009518B3"/>
    <w:rsid w:val="00951CE5"/>
    <w:rsid w:val="00960A80"/>
    <w:rsid w:val="0096557B"/>
    <w:rsid w:val="00967259"/>
    <w:rsid w:val="009673E8"/>
    <w:rsid w:val="00972C44"/>
    <w:rsid w:val="00973BA1"/>
    <w:rsid w:val="00974DB8"/>
    <w:rsid w:val="00980661"/>
    <w:rsid w:val="0098093B"/>
    <w:rsid w:val="00982B8B"/>
    <w:rsid w:val="00984349"/>
    <w:rsid w:val="00984AFE"/>
    <w:rsid w:val="00986843"/>
    <w:rsid w:val="009876D4"/>
    <w:rsid w:val="009914A5"/>
    <w:rsid w:val="0099548E"/>
    <w:rsid w:val="00996456"/>
    <w:rsid w:val="00996A12"/>
    <w:rsid w:val="00997B0F"/>
    <w:rsid w:val="009A0CC3"/>
    <w:rsid w:val="009A1CAD"/>
    <w:rsid w:val="009A3440"/>
    <w:rsid w:val="009A5832"/>
    <w:rsid w:val="009A58AB"/>
    <w:rsid w:val="009A5C84"/>
    <w:rsid w:val="009A6838"/>
    <w:rsid w:val="009B24B5"/>
    <w:rsid w:val="009B305C"/>
    <w:rsid w:val="009B4EBC"/>
    <w:rsid w:val="009B5ABB"/>
    <w:rsid w:val="009B606A"/>
    <w:rsid w:val="009B73CE"/>
    <w:rsid w:val="009C2461"/>
    <w:rsid w:val="009C4CA8"/>
    <w:rsid w:val="009C5420"/>
    <w:rsid w:val="009C6FE2"/>
    <w:rsid w:val="009C7674"/>
    <w:rsid w:val="009C7B3D"/>
    <w:rsid w:val="009D004A"/>
    <w:rsid w:val="009D13EE"/>
    <w:rsid w:val="009D5880"/>
    <w:rsid w:val="009E12B3"/>
    <w:rsid w:val="009E1F9F"/>
    <w:rsid w:val="009E1FD4"/>
    <w:rsid w:val="009E3B07"/>
    <w:rsid w:val="009E3C7E"/>
    <w:rsid w:val="009E51D1"/>
    <w:rsid w:val="009E5531"/>
    <w:rsid w:val="009E640F"/>
    <w:rsid w:val="009E6502"/>
    <w:rsid w:val="009E7A00"/>
    <w:rsid w:val="009F1432"/>
    <w:rsid w:val="009F171E"/>
    <w:rsid w:val="009F262C"/>
    <w:rsid w:val="009F3D2F"/>
    <w:rsid w:val="009F45C0"/>
    <w:rsid w:val="009F5BAE"/>
    <w:rsid w:val="009F5DD8"/>
    <w:rsid w:val="009F7052"/>
    <w:rsid w:val="00A014BF"/>
    <w:rsid w:val="00A02668"/>
    <w:rsid w:val="00A02801"/>
    <w:rsid w:val="00A06A39"/>
    <w:rsid w:val="00A07F58"/>
    <w:rsid w:val="00A07FF3"/>
    <w:rsid w:val="00A131CB"/>
    <w:rsid w:val="00A14847"/>
    <w:rsid w:val="00A166AA"/>
    <w:rsid w:val="00A16D6D"/>
    <w:rsid w:val="00A17A66"/>
    <w:rsid w:val="00A21383"/>
    <w:rsid w:val="00A2199F"/>
    <w:rsid w:val="00A21B31"/>
    <w:rsid w:val="00A22D9C"/>
    <w:rsid w:val="00A2360E"/>
    <w:rsid w:val="00A26E0C"/>
    <w:rsid w:val="00A311F2"/>
    <w:rsid w:val="00A3222E"/>
    <w:rsid w:val="00A32FCB"/>
    <w:rsid w:val="00A34C25"/>
    <w:rsid w:val="00A3507D"/>
    <w:rsid w:val="00A358F1"/>
    <w:rsid w:val="00A3717A"/>
    <w:rsid w:val="00A372D4"/>
    <w:rsid w:val="00A4088C"/>
    <w:rsid w:val="00A4456B"/>
    <w:rsid w:val="00A448D4"/>
    <w:rsid w:val="00A452E0"/>
    <w:rsid w:val="00A45898"/>
    <w:rsid w:val="00A51EA5"/>
    <w:rsid w:val="00A53742"/>
    <w:rsid w:val="00A557A1"/>
    <w:rsid w:val="00A5589F"/>
    <w:rsid w:val="00A5612D"/>
    <w:rsid w:val="00A63059"/>
    <w:rsid w:val="00A63AE3"/>
    <w:rsid w:val="00A651A4"/>
    <w:rsid w:val="00A71361"/>
    <w:rsid w:val="00A746E2"/>
    <w:rsid w:val="00A81FF2"/>
    <w:rsid w:val="00A82AF4"/>
    <w:rsid w:val="00A83904"/>
    <w:rsid w:val="00A87D60"/>
    <w:rsid w:val="00A90A79"/>
    <w:rsid w:val="00A96B30"/>
    <w:rsid w:val="00AA3E22"/>
    <w:rsid w:val="00AA59B5"/>
    <w:rsid w:val="00AA7777"/>
    <w:rsid w:val="00AA7B84"/>
    <w:rsid w:val="00AB6DF8"/>
    <w:rsid w:val="00AB7417"/>
    <w:rsid w:val="00AB7596"/>
    <w:rsid w:val="00AC06E7"/>
    <w:rsid w:val="00AC081F"/>
    <w:rsid w:val="00AC0B4C"/>
    <w:rsid w:val="00AC1164"/>
    <w:rsid w:val="00AC2296"/>
    <w:rsid w:val="00AC2754"/>
    <w:rsid w:val="00AC48B0"/>
    <w:rsid w:val="00AC4ACD"/>
    <w:rsid w:val="00AC5DFB"/>
    <w:rsid w:val="00AC659D"/>
    <w:rsid w:val="00AD13DC"/>
    <w:rsid w:val="00AD3504"/>
    <w:rsid w:val="00AD6DE2"/>
    <w:rsid w:val="00AE0A40"/>
    <w:rsid w:val="00AE0B05"/>
    <w:rsid w:val="00AE19E2"/>
    <w:rsid w:val="00AE1ED4"/>
    <w:rsid w:val="00AE21E1"/>
    <w:rsid w:val="00AE2F8D"/>
    <w:rsid w:val="00AE3429"/>
    <w:rsid w:val="00AE3BAE"/>
    <w:rsid w:val="00AE653D"/>
    <w:rsid w:val="00AE6A21"/>
    <w:rsid w:val="00AE75E4"/>
    <w:rsid w:val="00AF1A98"/>
    <w:rsid w:val="00AF1C8F"/>
    <w:rsid w:val="00AF2B68"/>
    <w:rsid w:val="00AF2C92"/>
    <w:rsid w:val="00AF3EC1"/>
    <w:rsid w:val="00AF43E0"/>
    <w:rsid w:val="00AF5025"/>
    <w:rsid w:val="00AF519F"/>
    <w:rsid w:val="00AF5387"/>
    <w:rsid w:val="00AF55F5"/>
    <w:rsid w:val="00AF6B6D"/>
    <w:rsid w:val="00AF7174"/>
    <w:rsid w:val="00AF788C"/>
    <w:rsid w:val="00AF791E"/>
    <w:rsid w:val="00AF7E86"/>
    <w:rsid w:val="00B0053B"/>
    <w:rsid w:val="00B024B9"/>
    <w:rsid w:val="00B077FA"/>
    <w:rsid w:val="00B127D7"/>
    <w:rsid w:val="00B13B0C"/>
    <w:rsid w:val="00B1453A"/>
    <w:rsid w:val="00B16B38"/>
    <w:rsid w:val="00B20016"/>
    <w:rsid w:val="00B20F82"/>
    <w:rsid w:val="00B25BD5"/>
    <w:rsid w:val="00B26B49"/>
    <w:rsid w:val="00B2723F"/>
    <w:rsid w:val="00B34079"/>
    <w:rsid w:val="00B3793A"/>
    <w:rsid w:val="00B401BA"/>
    <w:rsid w:val="00B407E4"/>
    <w:rsid w:val="00B425B6"/>
    <w:rsid w:val="00B42A72"/>
    <w:rsid w:val="00B43DA3"/>
    <w:rsid w:val="00B441AE"/>
    <w:rsid w:val="00B45318"/>
    <w:rsid w:val="00B45A65"/>
    <w:rsid w:val="00B45F33"/>
    <w:rsid w:val="00B46D50"/>
    <w:rsid w:val="00B50D35"/>
    <w:rsid w:val="00B51C4F"/>
    <w:rsid w:val="00B51F0F"/>
    <w:rsid w:val="00B52033"/>
    <w:rsid w:val="00B53170"/>
    <w:rsid w:val="00B548B9"/>
    <w:rsid w:val="00B55DF3"/>
    <w:rsid w:val="00B56566"/>
    <w:rsid w:val="00B56DBE"/>
    <w:rsid w:val="00B62999"/>
    <w:rsid w:val="00B63BE3"/>
    <w:rsid w:val="00B6476A"/>
    <w:rsid w:val="00B64885"/>
    <w:rsid w:val="00B66810"/>
    <w:rsid w:val="00B7034C"/>
    <w:rsid w:val="00B72BE3"/>
    <w:rsid w:val="00B73727"/>
    <w:rsid w:val="00B73B80"/>
    <w:rsid w:val="00B75258"/>
    <w:rsid w:val="00B75327"/>
    <w:rsid w:val="00B770C7"/>
    <w:rsid w:val="00B80F26"/>
    <w:rsid w:val="00B822BD"/>
    <w:rsid w:val="00B842F4"/>
    <w:rsid w:val="00B85882"/>
    <w:rsid w:val="00B91A7B"/>
    <w:rsid w:val="00B929DD"/>
    <w:rsid w:val="00B93AF6"/>
    <w:rsid w:val="00B95405"/>
    <w:rsid w:val="00B963F1"/>
    <w:rsid w:val="00BA020A"/>
    <w:rsid w:val="00BA1B60"/>
    <w:rsid w:val="00BA403D"/>
    <w:rsid w:val="00BA6AD4"/>
    <w:rsid w:val="00BA7F52"/>
    <w:rsid w:val="00BB025A"/>
    <w:rsid w:val="00BB02A4"/>
    <w:rsid w:val="00BB1270"/>
    <w:rsid w:val="00BB1E44"/>
    <w:rsid w:val="00BB5267"/>
    <w:rsid w:val="00BB52B8"/>
    <w:rsid w:val="00BB59D8"/>
    <w:rsid w:val="00BB7E69"/>
    <w:rsid w:val="00BC01DC"/>
    <w:rsid w:val="00BC0E51"/>
    <w:rsid w:val="00BC3551"/>
    <w:rsid w:val="00BC3C1F"/>
    <w:rsid w:val="00BC7CE7"/>
    <w:rsid w:val="00BD295E"/>
    <w:rsid w:val="00BD4664"/>
    <w:rsid w:val="00BD580E"/>
    <w:rsid w:val="00BE06A7"/>
    <w:rsid w:val="00BE1193"/>
    <w:rsid w:val="00BE1CD1"/>
    <w:rsid w:val="00BE1CFB"/>
    <w:rsid w:val="00BE54AA"/>
    <w:rsid w:val="00BE6020"/>
    <w:rsid w:val="00BF28AA"/>
    <w:rsid w:val="00BF4849"/>
    <w:rsid w:val="00BF4EA7"/>
    <w:rsid w:val="00BF6781"/>
    <w:rsid w:val="00BF7664"/>
    <w:rsid w:val="00C00EDB"/>
    <w:rsid w:val="00C02863"/>
    <w:rsid w:val="00C0383A"/>
    <w:rsid w:val="00C05CE9"/>
    <w:rsid w:val="00C067FF"/>
    <w:rsid w:val="00C07426"/>
    <w:rsid w:val="00C12862"/>
    <w:rsid w:val="00C1347E"/>
    <w:rsid w:val="00C13D28"/>
    <w:rsid w:val="00C14585"/>
    <w:rsid w:val="00C165A0"/>
    <w:rsid w:val="00C216CE"/>
    <w:rsid w:val="00C2184F"/>
    <w:rsid w:val="00C22A78"/>
    <w:rsid w:val="00C23C7E"/>
    <w:rsid w:val="00C246C5"/>
    <w:rsid w:val="00C25A82"/>
    <w:rsid w:val="00C25F2D"/>
    <w:rsid w:val="00C30A2A"/>
    <w:rsid w:val="00C30AE5"/>
    <w:rsid w:val="00C327E9"/>
    <w:rsid w:val="00C33993"/>
    <w:rsid w:val="00C4069E"/>
    <w:rsid w:val="00C41ADC"/>
    <w:rsid w:val="00C42596"/>
    <w:rsid w:val="00C44149"/>
    <w:rsid w:val="00C44410"/>
    <w:rsid w:val="00C44A15"/>
    <w:rsid w:val="00C4630A"/>
    <w:rsid w:val="00C4637D"/>
    <w:rsid w:val="00C523F0"/>
    <w:rsid w:val="00C526D2"/>
    <w:rsid w:val="00C528B6"/>
    <w:rsid w:val="00C53A91"/>
    <w:rsid w:val="00C5794E"/>
    <w:rsid w:val="00C60968"/>
    <w:rsid w:val="00C6343F"/>
    <w:rsid w:val="00C63D39"/>
    <w:rsid w:val="00C63EDD"/>
    <w:rsid w:val="00C65B36"/>
    <w:rsid w:val="00C6759E"/>
    <w:rsid w:val="00C70330"/>
    <w:rsid w:val="00C7292E"/>
    <w:rsid w:val="00C74E88"/>
    <w:rsid w:val="00C76DA5"/>
    <w:rsid w:val="00C80924"/>
    <w:rsid w:val="00C8286B"/>
    <w:rsid w:val="00C83A04"/>
    <w:rsid w:val="00C9202A"/>
    <w:rsid w:val="00C9467B"/>
    <w:rsid w:val="00C947F8"/>
    <w:rsid w:val="00C9515F"/>
    <w:rsid w:val="00C963C5"/>
    <w:rsid w:val="00C97E50"/>
    <w:rsid w:val="00CA030C"/>
    <w:rsid w:val="00CA154E"/>
    <w:rsid w:val="00CA1577"/>
    <w:rsid w:val="00CA1E6C"/>
    <w:rsid w:val="00CA1F41"/>
    <w:rsid w:val="00CA2409"/>
    <w:rsid w:val="00CA2E9A"/>
    <w:rsid w:val="00CA32EE"/>
    <w:rsid w:val="00CA4446"/>
    <w:rsid w:val="00CA4AA5"/>
    <w:rsid w:val="00CA5771"/>
    <w:rsid w:val="00CA6A1A"/>
    <w:rsid w:val="00CA6D4C"/>
    <w:rsid w:val="00CB3CDB"/>
    <w:rsid w:val="00CB4520"/>
    <w:rsid w:val="00CB5594"/>
    <w:rsid w:val="00CB6870"/>
    <w:rsid w:val="00CC129F"/>
    <w:rsid w:val="00CC1E75"/>
    <w:rsid w:val="00CC2E0E"/>
    <w:rsid w:val="00CC361C"/>
    <w:rsid w:val="00CC474B"/>
    <w:rsid w:val="00CC658C"/>
    <w:rsid w:val="00CC67BF"/>
    <w:rsid w:val="00CD0843"/>
    <w:rsid w:val="00CD2EE2"/>
    <w:rsid w:val="00CD3D89"/>
    <w:rsid w:val="00CD4E31"/>
    <w:rsid w:val="00CD5A78"/>
    <w:rsid w:val="00CD6126"/>
    <w:rsid w:val="00CD7345"/>
    <w:rsid w:val="00CD7C45"/>
    <w:rsid w:val="00CE372E"/>
    <w:rsid w:val="00CE3AEB"/>
    <w:rsid w:val="00CF0A1B"/>
    <w:rsid w:val="00CF14ED"/>
    <w:rsid w:val="00CF19F6"/>
    <w:rsid w:val="00CF1BA0"/>
    <w:rsid w:val="00CF2F4F"/>
    <w:rsid w:val="00CF3418"/>
    <w:rsid w:val="00CF536D"/>
    <w:rsid w:val="00CF5400"/>
    <w:rsid w:val="00CF761D"/>
    <w:rsid w:val="00D02E9D"/>
    <w:rsid w:val="00D10CB8"/>
    <w:rsid w:val="00D12806"/>
    <w:rsid w:val="00D12D44"/>
    <w:rsid w:val="00D15018"/>
    <w:rsid w:val="00D158AC"/>
    <w:rsid w:val="00D1694C"/>
    <w:rsid w:val="00D20F5E"/>
    <w:rsid w:val="00D23B76"/>
    <w:rsid w:val="00D24B4A"/>
    <w:rsid w:val="00D269B2"/>
    <w:rsid w:val="00D2779B"/>
    <w:rsid w:val="00D3060F"/>
    <w:rsid w:val="00D31C44"/>
    <w:rsid w:val="00D32DA2"/>
    <w:rsid w:val="00D379A3"/>
    <w:rsid w:val="00D438DB"/>
    <w:rsid w:val="00D4487D"/>
    <w:rsid w:val="00D45FF3"/>
    <w:rsid w:val="00D470F7"/>
    <w:rsid w:val="00D50FCB"/>
    <w:rsid w:val="00D512CF"/>
    <w:rsid w:val="00D528B9"/>
    <w:rsid w:val="00D53186"/>
    <w:rsid w:val="00D53557"/>
    <w:rsid w:val="00D5487D"/>
    <w:rsid w:val="00D55C7C"/>
    <w:rsid w:val="00D60140"/>
    <w:rsid w:val="00D6024A"/>
    <w:rsid w:val="00D608B5"/>
    <w:rsid w:val="00D64739"/>
    <w:rsid w:val="00D64ECE"/>
    <w:rsid w:val="00D651AA"/>
    <w:rsid w:val="00D71F99"/>
    <w:rsid w:val="00D73CA4"/>
    <w:rsid w:val="00D73D71"/>
    <w:rsid w:val="00D74396"/>
    <w:rsid w:val="00D74D7A"/>
    <w:rsid w:val="00D7646D"/>
    <w:rsid w:val="00D80284"/>
    <w:rsid w:val="00D81C00"/>
    <w:rsid w:val="00D81F71"/>
    <w:rsid w:val="00D8642D"/>
    <w:rsid w:val="00D90038"/>
    <w:rsid w:val="00D90A5E"/>
    <w:rsid w:val="00D91A68"/>
    <w:rsid w:val="00D95A68"/>
    <w:rsid w:val="00D97891"/>
    <w:rsid w:val="00DA17C7"/>
    <w:rsid w:val="00DA6A9A"/>
    <w:rsid w:val="00DB1EFD"/>
    <w:rsid w:val="00DB3EAF"/>
    <w:rsid w:val="00DB46C6"/>
    <w:rsid w:val="00DB69DE"/>
    <w:rsid w:val="00DB78A9"/>
    <w:rsid w:val="00DC3203"/>
    <w:rsid w:val="00DC32AD"/>
    <w:rsid w:val="00DC3C99"/>
    <w:rsid w:val="00DC5069"/>
    <w:rsid w:val="00DC52F5"/>
    <w:rsid w:val="00DC5B58"/>
    <w:rsid w:val="00DC5FD0"/>
    <w:rsid w:val="00DD0354"/>
    <w:rsid w:val="00DD237A"/>
    <w:rsid w:val="00DD27D7"/>
    <w:rsid w:val="00DD3D8E"/>
    <w:rsid w:val="00DD458C"/>
    <w:rsid w:val="00DD72E9"/>
    <w:rsid w:val="00DD7605"/>
    <w:rsid w:val="00DE0592"/>
    <w:rsid w:val="00DE2020"/>
    <w:rsid w:val="00DE20AB"/>
    <w:rsid w:val="00DE3476"/>
    <w:rsid w:val="00DE5FED"/>
    <w:rsid w:val="00DE751D"/>
    <w:rsid w:val="00DE7BEA"/>
    <w:rsid w:val="00DF1F39"/>
    <w:rsid w:val="00DF4F87"/>
    <w:rsid w:val="00DF546F"/>
    <w:rsid w:val="00DF5B84"/>
    <w:rsid w:val="00DF6D5B"/>
    <w:rsid w:val="00DF7157"/>
    <w:rsid w:val="00DF771B"/>
    <w:rsid w:val="00DF7EE2"/>
    <w:rsid w:val="00E01527"/>
    <w:rsid w:val="00E01BAA"/>
    <w:rsid w:val="00E0282A"/>
    <w:rsid w:val="00E02F9B"/>
    <w:rsid w:val="00E04B35"/>
    <w:rsid w:val="00E07E14"/>
    <w:rsid w:val="00E1331A"/>
    <w:rsid w:val="00E140EF"/>
    <w:rsid w:val="00E14F94"/>
    <w:rsid w:val="00E15A55"/>
    <w:rsid w:val="00E17336"/>
    <w:rsid w:val="00E17D15"/>
    <w:rsid w:val="00E201AE"/>
    <w:rsid w:val="00E22B95"/>
    <w:rsid w:val="00E30331"/>
    <w:rsid w:val="00E30BB8"/>
    <w:rsid w:val="00E31F9C"/>
    <w:rsid w:val="00E325B8"/>
    <w:rsid w:val="00E363AC"/>
    <w:rsid w:val="00E37A91"/>
    <w:rsid w:val="00E40488"/>
    <w:rsid w:val="00E41D35"/>
    <w:rsid w:val="00E44A59"/>
    <w:rsid w:val="00E45F86"/>
    <w:rsid w:val="00E467B0"/>
    <w:rsid w:val="00E50367"/>
    <w:rsid w:val="00E51ABA"/>
    <w:rsid w:val="00E51DC7"/>
    <w:rsid w:val="00E524CB"/>
    <w:rsid w:val="00E5750E"/>
    <w:rsid w:val="00E62CC1"/>
    <w:rsid w:val="00E65456"/>
    <w:rsid w:val="00E65A91"/>
    <w:rsid w:val="00E66188"/>
    <w:rsid w:val="00E664FB"/>
    <w:rsid w:val="00E672F0"/>
    <w:rsid w:val="00E70373"/>
    <w:rsid w:val="00E71A79"/>
    <w:rsid w:val="00E72716"/>
    <w:rsid w:val="00E72E40"/>
    <w:rsid w:val="00E73665"/>
    <w:rsid w:val="00E73999"/>
    <w:rsid w:val="00E73BDC"/>
    <w:rsid w:val="00E73E9E"/>
    <w:rsid w:val="00E81660"/>
    <w:rsid w:val="00E854FE"/>
    <w:rsid w:val="00E906CC"/>
    <w:rsid w:val="00E92988"/>
    <w:rsid w:val="00E939A0"/>
    <w:rsid w:val="00E97E4E"/>
    <w:rsid w:val="00EA0771"/>
    <w:rsid w:val="00EA1CC2"/>
    <w:rsid w:val="00EA2D76"/>
    <w:rsid w:val="00EA4644"/>
    <w:rsid w:val="00EA758A"/>
    <w:rsid w:val="00EB0665"/>
    <w:rsid w:val="00EB096F"/>
    <w:rsid w:val="00EB199F"/>
    <w:rsid w:val="00EB27C4"/>
    <w:rsid w:val="00EB5387"/>
    <w:rsid w:val="00EB5411"/>
    <w:rsid w:val="00EB5C10"/>
    <w:rsid w:val="00EB7322"/>
    <w:rsid w:val="00EB737B"/>
    <w:rsid w:val="00EC06D6"/>
    <w:rsid w:val="00EC0FE9"/>
    <w:rsid w:val="00EC198B"/>
    <w:rsid w:val="00EC20A4"/>
    <w:rsid w:val="00EC396F"/>
    <w:rsid w:val="00EC426D"/>
    <w:rsid w:val="00EC4CF5"/>
    <w:rsid w:val="00EC5160"/>
    <w:rsid w:val="00EC571B"/>
    <w:rsid w:val="00EC57D7"/>
    <w:rsid w:val="00EC6385"/>
    <w:rsid w:val="00ED0135"/>
    <w:rsid w:val="00ED1DE9"/>
    <w:rsid w:val="00ED23D4"/>
    <w:rsid w:val="00ED24F2"/>
    <w:rsid w:val="00ED31C5"/>
    <w:rsid w:val="00ED4577"/>
    <w:rsid w:val="00ED58DA"/>
    <w:rsid w:val="00ED5E0B"/>
    <w:rsid w:val="00ED7019"/>
    <w:rsid w:val="00EE2DB8"/>
    <w:rsid w:val="00EE36F6"/>
    <w:rsid w:val="00EE37B6"/>
    <w:rsid w:val="00EF0F45"/>
    <w:rsid w:val="00EF7463"/>
    <w:rsid w:val="00EF7971"/>
    <w:rsid w:val="00F002EF"/>
    <w:rsid w:val="00F01EE9"/>
    <w:rsid w:val="00F04900"/>
    <w:rsid w:val="00F062B1"/>
    <w:rsid w:val="00F065A4"/>
    <w:rsid w:val="00F126B9"/>
    <w:rsid w:val="00F12715"/>
    <w:rsid w:val="00F13E39"/>
    <w:rsid w:val="00F144D5"/>
    <w:rsid w:val="00F146F0"/>
    <w:rsid w:val="00F15039"/>
    <w:rsid w:val="00F1659C"/>
    <w:rsid w:val="00F1718B"/>
    <w:rsid w:val="00F20FF3"/>
    <w:rsid w:val="00F2190B"/>
    <w:rsid w:val="00F228B5"/>
    <w:rsid w:val="00F2389C"/>
    <w:rsid w:val="00F24211"/>
    <w:rsid w:val="00F25B42"/>
    <w:rsid w:val="00F25C67"/>
    <w:rsid w:val="00F27018"/>
    <w:rsid w:val="00F30DFF"/>
    <w:rsid w:val="00F32B80"/>
    <w:rsid w:val="00F340EB"/>
    <w:rsid w:val="00F34525"/>
    <w:rsid w:val="00F35285"/>
    <w:rsid w:val="00F37CBA"/>
    <w:rsid w:val="00F4232E"/>
    <w:rsid w:val="00F435A4"/>
    <w:rsid w:val="00F43B9D"/>
    <w:rsid w:val="00F44D5E"/>
    <w:rsid w:val="00F4614C"/>
    <w:rsid w:val="00F46477"/>
    <w:rsid w:val="00F53A35"/>
    <w:rsid w:val="00F55A3D"/>
    <w:rsid w:val="00F5744B"/>
    <w:rsid w:val="00F61209"/>
    <w:rsid w:val="00F6259E"/>
    <w:rsid w:val="00F636B2"/>
    <w:rsid w:val="00F6425F"/>
    <w:rsid w:val="00F64F9F"/>
    <w:rsid w:val="00F65DD4"/>
    <w:rsid w:val="00F66C24"/>
    <w:rsid w:val="00F672B2"/>
    <w:rsid w:val="00F677D4"/>
    <w:rsid w:val="00F83973"/>
    <w:rsid w:val="00F87FA3"/>
    <w:rsid w:val="00F91822"/>
    <w:rsid w:val="00F93D8C"/>
    <w:rsid w:val="00F959E4"/>
    <w:rsid w:val="00F96A8D"/>
    <w:rsid w:val="00F97772"/>
    <w:rsid w:val="00FA21EC"/>
    <w:rsid w:val="00FA2811"/>
    <w:rsid w:val="00FA2BFB"/>
    <w:rsid w:val="00FA3102"/>
    <w:rsid w:val="00FA48D4"/>
    <w:rsid w:val="00FA54FA"/>
    <w:rsid w:val="00FA6D39"/>
    <w:rsid w:val="00FB09DD"/>
    <w:rsid w:val="00FB227E"/>
    <w:rsid w:val="00FB2DF5"/>
    <w:rsid w:val="00FB3D61"/>
    <w:rsid w:val="00FB44CE"/>
    <w:rsid w:val="00FB4C8B"/>
    <w:rsid w:val="00FB5009"/>
    <w:rsid w:val="00FB7323"/>
    <w:rsid w:val="00FB76AB"/>
    <w:rsid w:val="00FC05A1"/>
    <w:rsid w:val="00FC1ED2"/>
    <w:rsid w:val="00FC4CF4"/>
    <w:rsid w:val="00FC50C1"/>
    <w:rsid w:val="00FC699E"/>
    <w:rsid w:val="00FD03FE"/>
    <w:rsid w:val="00FD126E"/>
    <w:rsid w:val="00FD15A2"/>
    <w:rsid w:val="00FD3C36"/>
    <w:rsid w:val="00FD4D81"/>
    <w:rsid w:val="00FD7498"/>
    <w:rsid w:val="00FD7FB3"/>
    <w:rsid w:val="00FE4713"/>
    <w:rsid w:val="00FF1F44"/>
    <w:rsid w:val="00FF225E"/>
    <w:rsid w:val="00FF2E89"/>
    <w:rsid w:val="00FF4C87"/>
    <w:rsid w:val="00FF5B6C"/>
    <w:rsid w:val="00FF672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487ABA"/>
  <w15:docId w15:val="{A358299D-871A-40A7-8323-DAB1E12F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096F"/>
    <w:pPr>
      <w:spacing w:line="480" w:lineRule="auto"/>
    </w:pPr>
    <w:rPr>
      <w:sz w:val="24"/>
      <w:szCs w:val="24"/>
      <w:lang w:val="en-US"/>
    </w:rPr>
  </w:style>
  <w:style w:type="paragraph" w:styleId="berschrift1">
    <w:name w:val="heading 1"/>
    <w:basedOn w:val="Standard"/>
    <w:next w:val="Paragraph"/>
    <w:link w:val="berschrift1Zchn"/>
    <w:qFormat/>
    <w:rsid w:val="00AE1ED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Paragraph"/>
    <w:link w:val="berschrift2Zchn"/>
    <w:qFormat/>
    <w:rsid w:val="008D07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berschrift3">
    <w:name w:val="heading 3"/>
    <w:basedOn w:val="Standard"/>
    <w:next w:val="Paragraph"/>
    <w:link w:val="berschrift3Zchn"/>
    <w:qFormat/>
    <w:rsid w:val="00DF7EE2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berschrift4">
    <w:name w:val="heading 4"/>
    <w:basedOn w:val="Paragraph"/>
    <w:next w:val="Newparagraph"/>
    <w:link w:val="berschrift4Zchn"/>
    <w:rsid w:val="00F43B9D"/>
    <w:pPr>
      <w:spacing w:before="360"/>
      <w:outlineLvl w:val="3"/>
    </w:pPr>
    <w:rPr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ticletitle">
    <w:name w:val="Article title"/>
    <w:basedOn w:val="Standard"/>
    <w:next w:val="Standard"/>
    <w:qFormat/>
    <w:rsid w:val="0024692A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Standard"/>
    <w:next w:val="Standard"/>
    <w:qFormat/>
    <w:rsid w:val="00F04900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Standard"/>
    <w:qFormat/>
    <w:rsid w:val="00F04900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Standard"/>
    <w:qFormat/>
    <w:rsid w:val="00CC474B"/>
  </w:style>
  <w:style w:type="paragraph" w:customStyle="1" w:styleId="Abstract">
    <w:name w:val="Abstract"/>
    <w:basedOn w:val="Standard"/>
    <w:next w:val="Keywords"/>
    <w:qFormat/>
    <w:rsid w:val="00310E13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Standard"/>
    <w:next w:val="Paragraph"/>
    <w:qFormat/>
    <w:rsid w:val="00BB1270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Standard"/>
    <w:qFormat/>
    <w:rsid w:val="00F04900"/>
    <w:pPr>
      <w:spacing w:before="240" w:line="360" w:lineRule="auto"/>
    </w:pPr>
  </w:style>
  <w:style w:type="paragraph" w:customStyle="1" w:styleId="Displayedquotation">
    <w:name w:val="Displayed quotation"/>
    <w:basedOn w:val="Standard"/>
    <w:qFormat/>
    <w:rsid w:val="0073183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D80284"/>
    <w:pPr>
      <w:widowControl/>
      <w:numPr>
        <w:numId w:val="24"/>
      </w:numPr>
      <w:spacing w:after="240"/>
      <w:contextualSpacing/>
    </w:pPr>
  </w:style>
  <w:style w:type="paragraph" w:customStyle="1" w:styleId="Displayedequation">
    <w:name w:val="Displayed equation"/>
    <w:basedOn w:val="Standard"/>
    <w:next w:val="Paragraph"/>
    <w:qFormat/>
    <w:rsid w:val="00EF0F45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Standard"/>
    <w:next w:val="Standard"/>
    <w:qFormat/>
    <w:rsid w:val="00D379A3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Standard"/>
    <w:next w:val="Standard"/>
    <w:qFormat/>
    <w:rsid w:val="0031686C"/>
    <w:pPr>
      <w:spacing w:before="240" w:line="360" w:lineRule="auto"/>
    </w:pPr>
  </w:style>
  <w:style w:type="paragraph" w:customStyle="1" w:styleId="Figurecaption">
    <w:name w:val="Figure caption"/>
    <w:basedOn w:val="Standard"/>
    <w:next w:val="Standard"/>
    <w:qFormat/>
    <w:rsid w:val="0031686C"/>
    <w:pPr>
      <w:spacing w:before="240" w:line="360" w:lineRule="auto"/>
    </w:pPr>
  </w:style>
  <w:style w:type="paragraph" w:customStyle="1" w:styleId="Footnotes">
    <w:name w:val="Footnotes"/>
    <w:basedOn w:val="Standard"/>
    <w:qFormat/>
    <w:rsid w:val="006C6936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Standard"/>
    <w:qFormat/>
    <w:rsid w:val="00F04900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Standard"/>
    <w:next w:val="Standard"/>
    <w:rsid w:val="00562DEF"/>
  </w:style>
  <w:style w:type="paragraph" w:customStyle="1" w:styleId="Paragraph">
    <w:name w:val="Paragraph"/>
    <w:basedOn w:val="Standard"/>
    <w:next w:val="Newparagraph"/>
    <w:qFormat/>
    <w:rsid w:val="001B7681"/>
    <w:pPr>
      <w:widowControl w:val="0"/>
      <w:spacing w:before="240"/>
    </w:pPr>
  </w:style>
  <w:style w:type="paragraph" w:customStyle="1" w:styleId="Newparagraph">
    <w:name w:val="New paragraph"/>
    <w:basedOn w:val="Standard"/>
    <w:qFormat/>
    <w:rsid w:val="00AE2F8D"/>
    <w:pPr>
      <w:ind w:firstLine="720"/>
    </w:pPr>
  </w:style>
  <w:style w:type="paragraph" w:styleId="Standardeinzug">
    <w:name w:val="Normal Indent"/>
    <w:basedOn w:val="Standard"/>
    <w:rsid w:val="00526454"/>
    <w:pPr>
      <w:ind w:left="720"/>
    </w:pPr>
  </w:style>
  <w:style w:type="paragraph" w:customStyle="1" w:styleId="References">
    <w:name w:val="References"/>
    <w:basedOn w:val="Standard"/>
    <w:qFormat/>
    <w:rsid w:val="002C53EE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00681B"/>
  </w:style>
  <w:style w:type="character" w:customStyle="1" w:styleId="berschrift2Zchn">
    <w:name w:val="Überschrift 2 Zchn"/>
    <w:basedOn w:val="Absatz-Standardschriftart"/>
    <w:link w:val="berschrift2"/>
    <w:rsid w:val="008D07FB"/>
    <w:rPr>
      <w:rFonts w:cs="Arial"/>
      <w:b/>
      <w:bCs/>
      <w:i/>
      <w:iCs/>
      <w:sz w:val="24"/>
      <w:szCs w:val="28"/>
    </w:rPr>
  </w:style>
  <w:style w:type="character" w:customStyle="1" w:styleId="berschrift1Zchn">
    <w:name w:val="Überschrift 1 Zchn"/>
    <w:basedOn w:val="Absatz-Standardschriftart"/>
    <w:link w:val="berschrift1"/>
    <w:rsid w:val="00AE1ED4"/>
    <w:rPr>
      <w:rFonts w:cs="Arial"/>
      <w:b/>
      <w:bCs/>
      <w:kern w:val="32"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rsid w:val="00DF7EE2"/>
    <w:rPr>
      <w:rFonts w:eastAsia="Times New Roman" w:cs="Arial"/>
      <w:bCs/>
      <w:i/>
      <w:sz w:val="24"/>
      <w:szCs w:val="26"/>
      <w:lang w:eastAsia="en-GB"/>
    </w:rPr>
  </w:style>
  <w:style w:type="paragraph" w:customStyle="1" w:styleId="Bulletedlist">
    <w:name w:val="Bulleted list"/>
    <w:basedOn w:val="Paragraph"/>
    <w:next w:val="Paragraph"/>
    <w:qFormat/>
    <w:rsid w:val="004E0338"/>
    <w:pPr>
      <w:widowControl/>
      <w:numPr>
        <w:numId w:val="28"/>
      </w:numPr>
      <w:spacing w:after="240"/>
      <w:contextualSpacing/>
    </w:pPr>
  </w:style>
  <w:style w:type="paragraph" w:styleId="Funotentext">
    <w:name w:val="footnote text"/>
    <w:basedOn w:val="Standard"/>
    <w:link w:val="FunotentextZchn"/>
    <w:autoRedefine/>
    <w:rsid w:val="006C19B2"/>
    <w:pPr>
      <w:ind w:left="284" w:hanging="284"/>
    </w:pPr>
    <w:rPr>
      <w:sz w:val="22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6C19B2"/>
    <w:rPr>
      <w:sz w:val="22"/>
    </w:rPr>
  </w:style>
  <w:style w:type="character" w:styleId="Funotenzeichen">
    <w:name w:val="footnote reference"/>
    <w:basedOn w:val="Absatz-Standardschriftart"/>
    <w:rsid w:val="00AF2C92"/>
    <w:rPr>
      <w:vertAlign w:val="superscript"/>
    </w:rPr>
  </w:style>
  <w:style w:type="paragraph" w:styleId="Endnotentext">
    <w:name w:val="endnote text"/>
    <w:basedOn w:val="Standard"/>
    <w:link w:val="EndnotentextZchn"/>
    <w:autoRedefine/>
    <w:rsid w:val="006C19B2"/>
    <w:pPr>
      <w:ind w:left="284" w:hanging="284"/>
    </w:pPr>
    <w:rPr>
      <w:sz w:val="22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6C19B2"/>
    <w:rPr>
      <w:sz w:val="22"/>
    </w:rPr>
  </w:style>
  <w:style w:type="character" w:styleId="Endnotenzeichen">
    <w:name w:val="endnote reference"/>
    <w:basedOn w:val="Absatz-Standardschriftart"/>
    <w:rsid w:val="00EC571B"/>
    <w:rPr>
      <w:vertAlign w:val="superscript"/>
    </w:rPr>
  </w:style>
  <w:style w:type="character" w:customStyle="1" w:styleId="berschrift4Zchn">
    <w:name w:val="Überschrift 4 Zchn"/>
    <w:basedOn w:val="Absatz-Standardschriftart"/>
    <w:link w:val="berschrift4"/>
    <w:rsid w:val="00F43B9D"/>
    <w:rPr>
      <w:bCs/>
      <w:sz w:val="24"/>
      <w:szCs w:val="28"/>
    </w:rPr>
  </w:style>
  <w:style w:type="paragraph" w:styleId="Kopfzeile">
    <w:name w:val="header"/>
    <w:basedOn w:val="Standard"/>
    <w:link w:val="KopfzeileZchn"/>
    <w:rsid w:val="003F193A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KopfzeileZchn">
    <w:name w:val="Kopfzeile Zchn"/>
    <w:basedOn w:val="Absatz-Standardschriftart"/>
    <w:link w:val="Kopfzeile"/>
    <w:rsid w:val="003F193A"/>
    <w:rPr>
      <w:rFonts w:eastAsia="Times New Roman"/>
      <w:sz w:val="24"/>
      <w:szCs w:val="24"/>
      <w:lang w:eastAsia="en-GB"/>
    </w:rPr>
  </w:style>
  <w:style w:type="paragraph" w:styleId="Fuzeile">
    <w:name w:val="footer"/>
    <w:basedOn w:val="Standard"/>
    <w:link w:val="FuzeileZchn"/>
    <w:uiPriority w:val="99"/>
    <w:rsid w:val="00AE6A21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AE6A21"/>
    <w:rPr>
      <w:sz w:val="24"/>
      <w:szCs w:val="24"/>
    </w:rPr>
  </w:style>
  <w:style w:type="paragraph" w:customStyle="1" w:styleId="Heading4Paragraph">
    <w:name w:val="Heading 4 + Paragraph"/>
    <w:basedOn w:val="Paragraph"/>
    <w:next w:val="Newparagraph"/>
    <w:qFormat/>
    <w:rsid w:val="00AE1ED4"/>
    <w:pPr>
      <w:widowControl/>
      <w:spacing w:before="360"/>
    </w:pPr>
  </w:style>
  <w:style w:type="paragraph" w:styleId="Literaturverzeichnis">
    <w:name w:val="Bibliography"/>
    <w:basedOn w:val="Standard"/>
    <w:next w:val="Standard"/>
    <w:unhideWhenUsed/>
    <w:rsid w:val="00F677D4"/>
    <w:pPr>
      <w:tabs>
        <w:tab w:val="left" w:pos="504"/>
      </w:tabs>
      <w:spacing w:line="240" w:lineRule="auto"/>
      <w:ind w:left="504" w:hanging="504"/>
    </w:pPr>
  </w:style>
  <w:style w:type="character" w:styleId="BesuchterHyperlink">
    <w:name w:val="FollowedHyperlink"/>
    <w:basedOn w:val="Absatz-Standardschriftart"/>
    <w:uiPriority w:val="99"/>
    <w:semiHidden/>
    <w:unhideWhenUsed/>
    <w:rsid w:val="0089266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54567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4567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4567A"/>
    <w:rPr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4567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4567A"/>
    <w:rPr>
      <w:b/>
      <w:bCs/>
      <w:lang w:val="en-US"/>
    </w:rPr>
  </w:style>
  <w:style w:type="paragraph" w:styleId="Sprechblasentext">
    <w:name w:val="Balloon Text"/>
    <w:basedOn w:val="Standard"/>
    <w:link w:val="SprechblasentextZchn"/>
    <w:semiHidden/>
    <w:unhideWhenUsed/>
    <w:rsid w:val="005456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54567A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nhideWhenUsed/>
    <w:rsid w:val="00055C28"/>
    <w:rPr>
      <w:color w:val="0000FF" w:themeColor="hyperlink"/>
      <w:u w:val="single"/>
    </w:rPr>
  </w:style>
  <w:style w:type="table" w:styleId="Tabellenraster">
    <w:name w:val="Table Grid"/>
    <w:basedOn w:val="NormaleTabelle"/>
    <w:rsid w:val="006F5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9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wintr1\AppData\Roaming\Microsoft\Templates\TF_Template_Word_Windows_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7EF7E-327B-4253-B28D-DE2D8E33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TF_Template_Word_Windows_2013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TF_Template_Word_Windows_2013</vt:lpstr>
      <vt:lpstr>TF_Template_Word_Windows_2013</vt:lpstr>
    </vt:vector>
  </TitlesOfParts>
  <Company>Informa Plc</Company>
  <LinksUpToDate>false</LinksUpToDate>
  <CharactersWithSpaces>451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TF_Template_Word_Windows_2013</dc:title>
  <dc:creator>rowintr1</dc:creator>
  <cp:lastModifiedBy>rowintr1</cp:lastModifiedBy>
  <cp:revision>3</cp:revision>
  <cp:lastPrinted>2017-08-30T22:54:00Z</cp:lastPrinted>
  <dcterms:created xsi:type="dcterms:W3CDTF">2017-09-04T14:36:00Z</dcterms:created>
  <dcterms:modified xsi:type="dcterms:W3CDTF">2017-09-04T14:37:00Z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zotero-version="4.0.29.22"&gt;&lt;session id="QJy4LeFi"/&gt;&lt;style id="http://csl.mendeley.com/styles/487865941/elsevier-vancouver-new" hasBibliography="1" bibliographyStyleHasBeenSet="1"/&gt;&lt;prefs&gt;&lt;pref name="fieldType" value="Field"/&gt;&lt;pref n</vt:lpwstr>
  </property>
  <property fmtid="{D5CDD505-2E9C-101B-9397-08002B2CF9AE}" pid="3" name="ZOTERO_PREF_2">
    <vt:lpwstr>ame="storeReferences" value="true"/&gt;&lt;pref name="automaticJournalAbbreviations" value="true"/&gt;&lt;pref name="noteType" value=""/&gt;&lt;/prefs&gt;&lt;/data&gt;</vt:lpwstr>
  </property>
</Properties>
</file>